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1A65A616" w:rsidR="006E5D65" w:rsidRPr="0008508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A2ABF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6A2ABF">
        <w:rPr>
          <w:rFonts w:ascii="Times New Roman" w:hAnsi="Times New Roman"/>
          <w:b/>
          <w:bCs/>
          <w:sz w:val="24"/>
          <w:szCs w:val="24"/>
        </w:rPr>
        <w:tab/>
      </w:r>
      <w:r w:rsidR="00D8678B" w:rsidRPr="0008508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85080">
        <w:rPr>
          <w:rFonts w:ascii="Corbel" w:hAnsi="Corbel"/>
          <w:bCs/>
          <w:i/>
          <w:sz w:val="24"/>
          <w:szCs w:val="24"/>
        </w:rPr>
        <w:t>1.5</w:t>
      </w:r>
      <w:r w:rsidR="00D8678B" w:rsidRPr="0008508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8508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85080">
        <w:rPr>
          <w:rFonts w:ascii="Corbel" w:hAnsi="Corbel"/>
          <w:bCs/>
          <w:i/>
          <w:sz w:val="24"/>
          <w:szCs w:val="24"/>
        </w:rPr>
        <w:t xml:space="preserve"> nr </w:t>
      </w:r>
      <w:r w:rsidR="00901B6E" w:rsidRPr="00085080">
        <w:rPr>
          <w:rFonts w:ascii="Corbel" w:hAnsi="Corbel"/>
          <w:bCs/>
          <w:i/>
          <w:sz w:val="24"/>
          <w:szCs w:val="24"/>
        </w:rPr>
        <w:t>7</w:t>
      </w:r>
      <w:r w:rsidR="00F17567" w:rsidRPr="00085080">
        <w:rPr>
          <w:rFonts w:ascii="Corbel" w:hAnsi="Corbel"/>
          <w:bCs/>
          <w:i/>
          <w:sz w:val="24"/>
          <w:szCs w:val="24"/>
        </w:rPr>
        <w:t>/20</w:t>
      </w:r>
      <w:r w:rsidR="00901B6E" w:rsidRPr="00085080">
        <w:rPr>
          <w:rFonts w:ascii="Corbel" w:hAnsi="Corbel"/>
          <w:bCs/>
          <w:i/>
          <w:sz w:val="24"/>
          <w:szCs w:val="24"/>
        </w:rPr>
        <w:t>23</w:t>
      </w:r>
    </w:p>
    <w:p w14:paraId="4B07FC45" w14:textId="77777777" w:rsidR="0085747A" w:rsidRPr="0008508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85080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5D74EFEF" w:rsidR="0085747A" w:rsidRPr="0008508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8508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85080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085080">
        <w:rPr>
          <w:rFonts w:ascii="Corbel" w:hAnsi="Corbel"/>
          <w:b/>
          <w:smallCaps/>
          <w:sz w:val="24"/>
          <w:szCs w:val="24"/>
        </w:rPr>
        <w:t>202</w:t>
      </w:r>
      <w:r w:rsidR="007B5EF1" w:rsidRPr="00085080">
        <w:rPr>
          <w:rFonts w:ascii="Corbel" w:hAnsi="Corbel"/>
          <w:b/>
          <w:smallCaps/>
          <w:sz w:val="24"/>
          <w:szCs w:val="24"/>
        </w:rPr>
        <w:t>4</w:t>
      </w:r>
      <w:r w:rsidR="00676A10" w:rsidRPr="00085080">
        <w:rPr>
          <w:rFonts w:ascii="Corbel" w:hAnsi="Corbel"/>
          <w:b/>
          <w:smallCaps/>
          <w:sz w:val="24"/>
          <w:szCs w:val="24"/>
        </w:rPr>
        <w:t>-</w:t>
      </w:r>
      <w:r w:rsidR="008F70AB" w:rsidRPr="00085080">
        <w:rPr>
          <w:rFonts w:ascii="Corbel" w:hAnsi="Corbel"/>
          <w:b/>
          <w:smallCaps/>
          <w:sz w:val="24"/>
          <w:szCs w:val="24"/>
        </w:rPr>
        <w:t>20</w:t>
      </w:r>
      <w:r w:rsidR="001F7DC8" w:rsidRPr="00085080">
        <w:rPr>
          <w:rFonts w:ascii="Corbel" w:hAnsi="Corbel"/>
          <w:b/>
          <w:smallCaps/>
          <w:sz w:val="24"/>
          <w:szCs w:val="24"/>
        </w:rPr>
        <w:t>2</w:t>
      </w:r>
      <w:r w:rsidR="007B5EF1" w:rsidRPr="00085080">
        <w:rPr>
          <w:rFonts w:ascii="Corbel" w:hAnsi="Corbel"/>
          <w:b/>
          <w:smallCaps/>
          <w:sz w:val="24"/>
          <w:szCs w:val="24"/>
        </w:rPr>
        <w:t>9</w:t>
      </w:r>
    </w:p>
    <w:p w14:paraId="35E783A3" w14:textId="50F7EDA0" w:rsidR="0085747A" w:rsidRPr="0008508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0DB1C674" w14:textId="6A515631" w:rsidR="0085747A" w:rsidRPr="00085080" w:rsidRDefault="00445970" w:rsidP="00AF2AF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sz w:val="24"/>
          <w:szCs w:val="24"/>
        </w:rPr>
        <w:t xml:space="preserve">Rok akademicki </w:t>
      </w:r>
      <w:r w:rsidR="008927D9" w:rsidRPr="00085080">
        <w:rPr>
          <w:rFonts w:ascii="Corbel" w:hAnsi="Corbel"/>
          <w:sz w:val="24"/>
          <w:szCs w:val="24"/>
        </w:rPr>
        <w:t>20</w:t>
      </w:r>
      <w:r w:rsidR="007849AE" w:rsidRPr="00085080">
        <w:rPr>
          <w:rFonts w:ascii="Corbel" w:hAnsi="Corbel"/>
          <w:sz w:val="24"/>
          <w:szCs w:val="24"/>
        </w:rPr>
        <w:t>2</w:t>
      </w:r>
      <w:r w:rsidR="00DE03FB">
        <w:rPr>
          <w:rFonts w:ascii="Corbel" w:hAnsi="Corbel"/>
          <w:sz w:val="24"/>
          <w:szCs w:val="24"/>
        </w:rPr>
        <w:t>6</w:t>
      </w:r>
      <w:r w:rsidR="008927D9" w:rsidRPr="00085080">
        <w:rPr>
          <w:rFonts w:ascii="Corbel" w:hAnsi="Corbel"/>
          <w:sz w:val="24"/>
          <w:szCs w:val="24"/>
        </w:rPr>
        <w:t>/202</w:t>
      </w:r>
      <w:r w:rsidR="00DE03FB">
        <w:rPr>
          <w:rFonts w:ascii="Corbel" w:hAnsi="Corbel"/>
          <w:sz w:val="24"/>
          <w:szCs w:val="24"/>
        </w:rPr>
        <w:t>7</w:t>
      </w:r>
    </w:p>
    <w:p w14:paraId="7817197E" w14:textId="77777777" w:rsidR="008927D9" w:rsidRPr="00085080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0850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85080">
        <w:rPr>
          <w:rFonts w:ascii="Corbel" w:hAnsi="Corbel"/>
          <w:szCs w:val="24"/>
        </w:rPr>
        <w:t xml:space="preserve">1. </w:t>
      </w:r>
      <w:r w:rsidR="0085747A" w:rsidRPr="00085080">
        <w:rPr>
          <w:rFonts w:ascii="Corbel" w:hAnsi="Corbel"/>
          <w:szCs w:val="24"/>
        </w:rPr>
        <w:t xml:space="preserve">Podstawowe </w:t>
      </w:r>
      <w:r w:rsidR="00445970" w:rsidRPr="0008508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932" w:rsidRPr="00085080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0850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Hlk108600646"/>
            <w:r w:rsidRPr="0008508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31E63D0D" w:rsidR="0085747A" w:rsidRPr="00085080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Psychologia </w:t>
            </w:r>
            <w:r w:rsidR="00FE0932" w:rsidRPr="00085080">
              <w:rPr>
                <w:rFonts w:ascii="Corbel" w:hAnsi="Corbel"/>
                <w:bCs/>
                <w:color w:val="auto"/>
                <w:sz w:val="24"/>
                <w:szCs w:val="24"/>
              </w:rPr>
              <w:t>zdrowia</w:t>
            </w:r>
          </w:p>
        </w:tc>
      </w:tr>
      <w:tr w:rsidR="00FE0932" w:rsidRPr="00085080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08508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8508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08508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FE0932" w:rsidRPr="00085080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085080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N</w:t>
            </w:r>
            <w:r w:rsidR="0085747A" w:rsidRPr="0008508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8508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22B40908" w:rsidR="0085747A" w:rsidRPr="00085080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0932" w:rsidRPr="00085080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5D64D58D" w:rsidR="0085747A" w:rsidRPr="00085080" w:rsidRDefault="00536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="002923FF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Psychologii</w:t>
            </w:r>
          </w:p>
        </w:tc>
      </w:tr>
      <w:bookmarkEnd w:id="0"/>
      <w:tr w:rsidR="00FE0932" w:rsidRPr="00085080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085080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7849AE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FE0932" w:rsidRPr="00085080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08508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085080" w:rsidRDefault="008F03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FE0932" w:rsidRPr="00085080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CA4D470" w:rsidR="0085747A" w:rsidRPr="00085080" w:rsidRDefault="00CD43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03B0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FE0932" w:rsidRPr="00085080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5432E279" w:rsidR="0085747A" w:rsidRPr="00085080" w:rsidRDefault="00CD43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F70AB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91194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FE0932" w:rsidRPr="00085080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85080">
              <w:rPr>
                <w:rFonts w:ascii="Corbel" w:hAnsi="Corbel"/>
                <w:sz w:val="24"/>
                <w:szCs w:val="24"/>
              </w:rPr>
              <w:t>/y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A96A0B7" w:rsidR="0085747A" w:rsidRPr="00085080" w:rsidRDefault="00CD43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7A5260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 w:rsidR="001062AB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</w:t>
            </w:r>
            <w:r w:rsidR="00B926FB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7A5260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1062AB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330BC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FE0932" w:rsidRPr="00085080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2A881EB5" w:rsidR="0085747A" w:rsidRPr="00085080" w:rsidRDefault="00A814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FE0932" w:rsidRPr="00085080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08508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4C3CAAF2" w:rsidR="00923D7D" w:rsidRPr="00085080" w:rsidRDefault="00A67D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F70AB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FE0932" w:rsidRPr="00085080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8CB1C8B" w:rsidR="0085747A" w:rsidRPr="00085080" w:rsidRDefault="00DE61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C4FD1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r D</w:t>
            </w:r>
            <w:r w:rsidR="00D1796A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ariusz</w:t>
            </w:r>
            <w:r w:rsidR="003C4FD1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  <w:tr w:rsidR="00FE0932" w:rsidRPr="00085080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08508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6689A3E" w:rsidR="0085747A" w:rsidRPr="00085080" w:rsidRDefault="00DE61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FE0932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r D</w:t>
            </w:r>
            <w:r w:rsidR="00D1796A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>ariusz</w:t>
            </w:r>
            <w:r w:rsidR="00FE0932" w:rsidRPr="0008508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</w:tbl>
    <w:p w14:paraId="7CA13719" w14:textId="77777777" w:rsidR="00923D7D" w:rsidRPr="000850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08508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sz w:val="24"/>
          <w:szCs w:val="24"/>
        </w:rPr>
        <w:t>1.</w:t>
      </w:r>
      <w:r w:rsidR="00E22FBC" w:rsidRPr="00085080">
        <w:rPr>
          <w:rFonts w:ascii="Corbel" w:hAnsi="Corbel"/>
          <w:sz w:val="24"/>
          <w:szCs w:val="24"/>
        </w:rPr>
        <w:t>1</w:t>
      </w:r>
      <w:r w:rsidRPr="0008508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08508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FE0932" w:rsidRPr="00085080" w14:paraId="1CDF9921" w14:textId="77777777" w:rsidTr="006A2AB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08508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(</w:t>
            </w:r>
            <w:r w:rsidR="00363F78" w:rsidRPr="0008508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8508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08508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85080">
              <w:rPr>
                <w:rFonts w:ascii="Corbel" w:hAnsi="Corbel"/>
                <w:b/>
                <w:szCs w:val="24"/>
              </w:rPr>
              <w:t>Liczba pkt</w:t>
            </w:r>
            <w:r w:rsidR="00B90885" w:rsidRPr="00085080">
              <w:rPr>
                <w:rFonts w:ascii="Corbel" w:hAnsi="Corbel"/>
                <w:b/>
                <w:szCs w:val="24"/>
              </w:rPr>
              <w:t>.</w:t>
            </w:r>
            <w:r w:rsidRPr="0008508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E0932" w:rsidRPr="00085080" w14:paraId="6D3081D3" w14:textId="77777777" w:rsidTr="006A2ABF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43576DCC" w:rsidR="00015B8F" w:rsidRPr="00085080" w:rsidRDefault="00B362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D8FF4D4" w:rsidR="00015B8F" w:rsidRPr="00085080" w:rsidRDefault="003F19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0590FFD3" w:rsidR="00015B8F" w:rsidRPr="00085080" w:rsidRDefault="003F19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0850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0850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0850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0850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0850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08508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6B2E8C4" w:rsidR="00015B8F" w:rsidRPr="00085080" w:rsidRDefault="003F19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B8791C" w14:textId="77777777" w:rsidR="00923D7D" w:rsidRPr="0008508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08508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>1.</w:t>
      </w:r>
      <w:r w:rsidR="00E22FBC" w:rsidRPr="00085080">
        <w:rPr>
          <w:rFonts w:ascii="Corbel" w:hAnsi="Corbel"/>
          <w:smallCaps w:val="0"/>
          <w:szCs w:val="24"/>
        </w:rPr>
        <w:t>2</w:t>
      </w:r>
      <w:r w:rsidR="00F83B28" w:rsidRPr="00085080">
        <w:rPr>
          <w:rFonts w:ascii="Corbel" w:hAnsi="Corbel"/>
          <w:smallCaps w:val="0"/>
          <w:szCs w:val="24"/>
        </w:rPr>
        <w:t>.</w:t>
      </w:r>
      <w:r w:rsidR="00F83B28" w:rsidRPr="00085080">
        <w:rPr>
          <w:rFonts w:ascii="Corbel" w:hAnsi="Corbel"/>
          <w:smallCaps w:val="0"/>
          <w:szCs w:val="24"/>
        </w:rPr>
        <w:tab/>
      </w:r>
      <w:r w:rsidRPr="00085080">
        <w:rPr>
          <w:rFonts w:ascii="Corbel" w:hAnsi="Corbel"/>
          <w:smallCaps w:val="0"/>
          <w:szCs w:val="24"/>
        </w:rPr>
        <w:t xml:space="preserve">Sposób realizacji zajęć  </w:t>
      </w:r>
    </w:p>
    <w:p w14:paraId="0A06F760" w14:textId="77777777" w:rsidR="00B36299" w:rsidRPr="00085080" w:rsidRDefault="00B36299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  <w:u w:val="single"/>
        </w:rPr>
      </w:pPr>
    </w:p>
    <w:p w14:paraId="29C29D2C" w14:textId="73CFE812" w:rsidR="0085747A" w:rsidRPr="00085080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85080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08508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08508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85080">
        <w:rPr>
          <w:rFonts w:ascii="Segoe UI Symbol" w:eastAsia="MS Gothic" w:hAnsi="Segoe UI Symbol" w:cs="Segoe UI Symbol"/>
          <w:b w:val="0"/>
          <w:szCs w:val="24"/>
        </w:rPr>
        <w:t>☐</w:t>
      </w:r>
      <w:r w:rsidRPr="0008508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08508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556ED9A5" w:rsidR="007916D1" w:rsidRPr="0008508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 xml:space="preserve">1.3 </w:t>
      </w:r>
      <w:r w:rsidR="00F83B28" w:rsidRPr="00085080">
        <w:rPr>
          <w:rFonts w:ascii="Corbel" w:hAnsi="Corbel"/>
          <w:smallCaps w:val="0"/>
          <w:szCs w:val="24"/>
        </w:rPr>
        <w:tab/>
      </w:r>
      <w:r w:rsidRPr="00085080">
        <w:rPr>
          <w:rFonts w:ascii="Corbel" w:hAnsi="Corbel"/>
          <w:smallCaps w:val="0"/>
          <w:szCs w:val="24"/>
        </w:rPr>
        <w:t>For</w:t>
      </w:r>
      <w:r w:rsidR="00445970" w:rsidRPr="00085080">
        <w:rPr>
          <w:rFonts w:ascii="Corbel" w:hAnsi="Corbel"/>
          <w:smallCaps w:val="0"/>
          <w:szCs w:val="24"/>
        </w:rPr>
        <w:t xml:space="preserve">ma zaliczenia przedmiotu </w:t>
      </w:r>
      <w:r w:rsidRPr="00085080">
        <w:rPr>
          <w:rFonts w:ascii="Corbel" w:hAnsi="Corbel"/>
          <w:smallCaps w:val="0"/>
          <w:szCs w:val="24"/>
        </w:rPr>
        <w:t>(z toku)</w:t>
      </w:r>
      <w:r w:rsidR="00B36299" w:rsidRPr="00085080">
        <w:rPr>
          <w:rFonts w:ascii="Corbel" w:hAnsi="Corbel"/>
          <w:smallCaps w:val="0"/>
          <w:szCs w:val="24"/>
        </w:rPr>
        <w:t xml:space="preserve">: </w:t>
      </w:r>
      <w:r w:rsidR="00B36299" w:rsidRPr="00085080">
        <w:rPr>
          <w:rFonts w:ascii="Corbel" w:hAnsi="Corbel"/>
          <w:b w:val="0"/>
          <w:bCs/>
          <w:smallCaps w:val="0"/>
          <w:szCs w:val="24"/>
        </w:rPr>
        <w:t>egzamin</w:t>
      </w:r>
    </w:p>
    <w:p w14:paraId="684F1451" w14:textId="77777777" w:rsidR="009C54AE" w:rsidRPr="0008508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0850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85080">
        <w:rPr>
          <w:rFonts w:ascii="Corbel" w:hAnsi="Corbel"/>
          <w:szCs w:val="24"/>
        </w:rPr>
        <w:t xml:space="preserve">2.Wymagania wstępne </w:t>
      </w:r>
    </w:p>
    <w:p w14:paraId="5E30E332" w14:textId="77777777" w:rsidR="00B36299" w:rsidRPr="00085080" w:rsidRDefault="00B3629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85080" w14:paraId="3ACBBF9A" w14:textId="77777777" w:rsidTr="00745302">
        <w:tc>
          <w:tcPr>
            <w:tcW w:w="9670" w:type="dxa"/>
          </w:tcPr>
          <w:p w14:paraId="2F9A395F" w14:textId="65B845A4" w:rsidR="0085747A" w:rsidRPr="00085080" w:rsidRDefault="00080DE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E0932" w:rsidRPr="0008508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najomość podstaw </w:t>
            </w:r>
            <w:r w:rsidR="00705D0C"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psychologii rozwojowej, 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>psychopatologii oraz pomocy psychologicznej</w:t>
            </w:r>
          </w:p>
          <w:p w14:paraId="4A97C0C9" w14:textId="75BBECB9" w:rsidR="0085747A" w:rsidRPr="00085080" w:rsidRDefault="00080DEF" w:rsidP="006B5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E0BAF"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E0932" w:rsidRPr="0008508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E0BAF" w:rsidRPr="00085080">
              <w:rPr>
                <w:rFonts w:ascii="Corbel" w:hAnsi="Corbel"/>
                <w:b w:val="0"/>
                <w:smallCaps w:val="0"/>
                <w:szCs w:val="24"/>
              </w:rPr>
              <w:t>ysponowanie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548B3" w:rsidRPr="00085080">
              <w:rPr>
                <w:rFonts w:ascii="Corbel" w:hAnsi="Corbel"/>
                <w:b w:val="0"/>
                <w:smallCaps w:val="0"/>
                <w:szCs w:val="24"/>
              </w:rPr>
              <w:t>podstawow</w:t>
            </w:r>
            <w:r w:rsidR="008E0BAF" w:rsidRPr="0008508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7548B3"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umiejętności</w:t>
            </w:r>
            <w:r w:rsidR="008E0BAF" w:rsidRPr="00085080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7548B3"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psychologiczn</w:t>
            </w:r>
            <w:r w:rsidR="008E0BAF" w:rsidRPr="0008508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7548B3"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i interpersonaln</w:t>
            </w:r>
            <w:r w:rsidR="008E0BAF" w:rsidRPr="0008508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</w:p>
        </w:tc>
      </w:tr>
    </w:tbl>
    <w:p w14:paraId="256C78A6" w14:textId="77777777" w:rsidR="00421651" w:rsidRPr="00085080" w:rsidRDefault="0042165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52230B11" w:rsidR="0085747A" w:rsidRPr="0008508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85080">
        <w:rPr>
          <w:rFonts w:ascii="Corbel" w:hAnsi="Corbel"/>
          <w:szCs w:val="24"/>
        </w:rPr>
        <w:t>3.</w:t>
      </w:r>
      <w:r w:rsidR="0085747A" w:rsidRPr="00085080">
        <w:rPr>
          <w:rFonts w:ascii="Corbel" w:hAnsi="Corbel"/>
          <w:szCs w:val="24"/>
        </w:rPr>
        <w:t xml:space="preserve"> </w:t>
      </w:r>
      <w:r w:rsidR="00A84C85" w:rsidRPr="00085080">
        <w:rPr>
          <w:rFonts w:ascii="Corbel" w:hAnsi="Corbel"/>
          <w:szCs w:val="24"/>
        </w:rPr>
        <w:t>cele, efekty uczenia się</w:t>
      </w:r>
      <w:r w:rsidR="0085747A" w:rsidRPr="00085080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08508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08508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sz w:val="24"/>
          <w:szCs w:val="24"/>
        </w:rPr>
        <w:t xml:space="preserve">3.1 </w:t>
      </w:r>
      <w:r w:rsidR="00C05F44" w:rsidRPr="00085080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085080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FE0932" w:rsidRPr="00085080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085080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D70A725" w:rsidR="00D35B76" w:rsidRPr="00085080" w:rsidRDefault="003E0E3E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085080">
              <w:rPr>
                <w:rFonts w:ascii="Corbel" w:hAnsi="Corbel"/>
                <w:bCs/>
                <w:sz w:val="24"/>
                <w:szCs w:val="24"/>
              </w:rPr>
              <w:t xml:space="preserve">Zapoznanie studentów z </w:t>
            </w:r>
            <w:r w:rsidR="00042846" w:rsidRPr="00085080">
              <w:rPr>
                <w:rFonts w:ascii="Corbel" w:hAnsi="Corbel"/>
                <w:bCs/>
                <w:sz w:val="24"/>
                <w:szCs w:val="24"/>
              </w:rPr>
              <w:t xml:space="preserve">pojęciami, modelami zdrowia i choroby oraz koncepcjami specyficznymi dla </w:t>
            </w:r>
            <w:r w:rsidR="00D319BC" w:rsidRPr="00085080">
              <w:rPr>
                <w:rFonts w:ascii="Corbel" w:hAnsi="Corbel"/>
                <w:bCs/>
                <w:sz w:val="24"/>
                <w:szCs w:val="24"/>
              </w:rPr>
              <w:t>psychologii</w:t>
            </w:r>
            <w:r w:rsidR="00FC5096" w:rsidRPr="00085080">
              <w:rPr>
                <w:rFonts w:ascii="Corbel" w:hAnsi="Corbel"/>
                <w:bCs/>
                <w:sz w:val="24"/>
                <w:szCs w:val="24"/>
              </w:rPr>
              <w:t xml:space="preserve"> zdrowia</w:t>
            </w:r>
          </w:p>
        </w:tc>
      </w:tr>
      <w:tr w:rsidR="00FE0932" w:rsidRPr="00085080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085080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04B6C47D" w:rsidR="00D35B76" w:rsidRPr="00085080" w:rsidRDefault="005A716B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085080">
              <w:rPr>
                <w:rFonts w:ascii="Corbel" w:hAnsi="Corbel"/>
                <w:bCs/>
                <w:sz w:val="24"/>
                <w:szCs w:val="24"/>
              </w:rPr>
              <w:t xml:space="preserve">Lepsze rozumienie mechanizmów psychologicznego </w:t>
            </w:r>
            <w:r w:rsidR="00EB4D18" w:rsidRPr="00085080">
              <w:rPr>
                <w:rFonts w:ascii="Corbel" w:hAnsi="Corbel"/>
                <w:bCs/>
                <w:sz w:val="24"/>
                <w:szCs w:val="24"/>
              </w:rPr>
              <w:t xml:space="preserve">wpływu </w:t>
            </w:r>
            <w:r w:rsidRPr="00085080">
              <w:rPr>
                <w:rFonts w:ascii="Corbel" w:hAnsi="Corbel"/>
                <w:bCs/>
                <w:sz w:val="24"/>
                <w:szCs w:val="24"/>
              </w:rPr>
              <w:t xml:space="preserve">na </w:t>
            </w:r>
            <w:r w:rsidR="00EB4D18" w:rsidRPr="00085080">
              <w:rPr>
                <w:rFonts w:ascii="Corbel" w:hAnsi="Corbel"/>
                <w:bCs/>
                <w:sz w:val="24"/>
                <w:szCs w:val="24"/>
              </w:rPr>
              <w:t xml:space="preserve">zdrowie </w:t>
            </w:r>
            <w:r w:rsidRPr="00085080">
              <w:rPr>
                <w:rFonts w:ascii="Corbel" w:hAnsi="Corbel"/>
                <w:bCs/>
                <w:sz w:val="24"/>
                <w:szCs w:val="24"/>
              </w:rPr>
              <w:t>somaty</w:t>
            </w:r>
            <w:r w:rsidR="00EB4D18" w:rsidRPr="00085080">
              <w:rPr>
                <w:rFonts w:ascii="Corbel" w:hAnsi="Corbel"/>
                <w:bCs/>
                <w:sz w:val="24"/>
                <w:szCs w:val="24"/>
              </w:rPr>
              <w:t>czne oraz</w:t>
            </w:r>
            <w:r w:rsidRPr="0008508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EB4D18" w:rsidRPr="00085080">
              <w:rPr>
                <w:rFonts w:ascii="Corbel" w:hAnsi="Corbel"/>
                <w:bCs/>
                <w:sz w:val="24"/>
                <w:szCs w:val="24"/>
              </w:rPr>
              <w:t>psychologicznych aspektów chorób somatycznych</w:t>
            </w:r>
            <w:r w:rsidR="00AE7619" w:rsidRPr="0008508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FE0932" w:rsidRPr="00085080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085080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508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2085B6F3" w:rsidR="00D35B76" w:rsidRPr="00085080" w:rsidRDefault="00FC5096" w:rsidP="003A6D8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085080">
              <w:rPr>
                <w:rFonts w:ascii="Corbel" w:hAnsi="Corbel"/>
                <w:bCs/>
                <w:sz w:val="24"/>
                <w:szCs w:val="24"/>
              </w:rPr>
              <w:t xml:space="preserve">Rozwinięcie umiejętności </w:t>
            </w:r>
            <w:r w:rsidR="00DB7983" w:rsidRPr="00085080">
              <w:rPr>
                <w:rFonts w:ascii="Corbel" w:hAnsi="Corbel"/>
                <w:bCs/>
                <w:sz w:val="24"/>
                <w:szCs w:val="24"/>
              </w:rPr>
              <w:t xml:space="preserve">oceny i </w:t>
            </w:r>
            <w:r w:rsidR="00EB4D18" w:rsidRPr="00085080">
              <w:rPr>
                <w:rFonts w:ascii="Corbel" w:hAnsi="Corbel"/>
                <w:bCs/>
                <w:sz w:val="24"/>
                <w:szCs w:val="24"/>
              </w:rPr>
              <w:t>konceptualiz</w:t>
            </w:r>
            <w:r w:rsidR="000D104B" w:rsidRPr="00085080">
              <w:rPr>
                <w:rFonts w:ascii="Corbel" w:hAnsi="Corbel"/>
                <w:bCs/>
                <w:sz w:val="24"/>
                <w:szCs w:val="24"/>
              </w:rPr>
              <w:t>acji</w:t>
            </w:r>
            <w:r w:rsidR="001D4479" w:rsidRPr="0008508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11016B" w:rsidRPr="00085080">
              <w:rPr>
                <w:rFonts w:ascii="Corbel" w:hAnsi="Corbel"/>
                <w:bCs/>
                <w:sz w:val="24"/>
                <w:szCs w:val="24"/>
              </w:rPr>
              <w:t>trudności związanych ze stresem</w:t>
            </w:r>
            <w:r w:rsidR="000D104B" w:rsidRPr="00085080">
              <w:rPr>
                <w:rFonts w:ascii="Corbel" w:hAnsi="Corbel"/>
                <w:bCs/>
                <w:sz w:val="24"/>
                <w:szCs w:val="24"/>
              </w:rPr>
              <w:t xml:space="preserve"> w kategoriach psychologii zdrowia oraz</w:t>
            </w:r>
            <w:r w:rsidR="001D4479" w:rsidRPr="00085080">
              <w:rPr>
                <w:rFonts w:ascii="Corbel" w:hAnsi="Corbel"/>
                <w:bCs/>
                <w:sz w:val="24"/>
                <w:szCs w:val="24"/>
              </w:rPr>
              <w:t xml:space="preserve"> projektowania</w:t>
            </w:r>
            <w:r w:rsidR="00DB7983" w:rsidRPr="00085080"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1D4479" w:rsidRPr="00085080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531879" w:rsidRPr="00085080">
              <w:rPr>
                <w:rFonts w:ascii="Corbel" w:hAnsi="Corbel"/>
                <w:bCs/>
                <w:sz w:val="24"/>
                <w:szCs w:val="24"/>
              </w:rPr>
              <w:t>adekwatnych do</w:t>
            </w:r>
            <w:r w:rsidR="00DB7983" w:rsidRPr="00085080">
              <w:rPr>
                <w:rFonts w:ascii="Corbel" w:hAnsi="Corbel"/>
                <w:bCs/>
                <w:sz w:val="24"/>
                <w:szCs w:val="24"/>
              </w:rPr>
              <w:t xml:space="preserve"> tych trudności, </w:t>
            </w:r>
            <w:r w:rsidR="001D4479" w:rsidRPr="00085080">
              <w:rPr>
                <w:rFonts w:ascii="Corbel" w:hAnsi="Corbel"/>
                <w:bCs/>
                <w:sz w:val="24"/>
                <w:szCs w:val="24"/>
              </w:rPr>
              <w:t>interwencji prozdrowotnych</w:t>
            </w:r>
          </w:p>
        </w:tc>
      </w:tr>
    </w:tbl>
    <w:p w14:paraId="33CEF8A8" w14:textId="77777777" w:rsidR="00D35B76" w:rsidRPr="00085080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085080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b/>
          <w:sz w:val="24"/>
          <w:szCs w:val="24"/>
        </w:rPr>
        <w:t>3.2 Efekty uczenia się dla przedmiotu</w:t>
      </w:r>
      <w:r w:rsidRPr="00085080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08508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FE0932" w:rsidRPr="00085080" w14:paraId="4A76D71B" w14:textId="77777777" w:rsidTr="00464197">
        <w:tc>
          <w:tcPr>
            <w:tcW w:w="1447" w:type="dxa"/>
          </w:tcPr>
          <w:p w14:paraId="6B62B06F" w14:textId="4403B77D" w:rsidR="00D35B76" w:rsidRPr="00085080" w:rsidRDefault="00D35B76" w:rsidP="00AF2A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smallCaps w:val="0"/>
                <w:szCs w:val="24"/>
              </w:rPr>
              <w:t>EK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B2E2C" w:rsidRPr="0008508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085080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5440DAB0" w14:textId="3C8AC5C8" w:rsidR="00D35B76" w:rsidRPr="00085080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B2E2C" w:rsidRPr="0008508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254EC7E2" w14:textId="77777777" w:rsidR="00AF2AF1" w:rsidRDefault="00AF2AF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4D648BAA" w:rsidR="00960011" w:rsidRPr="00085080" w:rsidRDefault="00960011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6" w:type="dxa"/>
          </w:tcPr>
          <w:p w14:paraId="795B9BD9" w14:textId="1FE11159" w:rsidR="00D35B76" w:rsidRPr="00085080" w:rsidRDefault="00D35B76" w:rsidP="00AF2A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E0932" w:rsidRPr="00085080" w14:paraId="3AAF83CC" w14:textId="77777777" w:rsidTr="00464197">
        <w:tc>
          <w:tcPr>
            <w:tcW w:w="1447" w:type="dxa"/>
          </w:tcPr>
          <w:p w14:paraId="4C2709A3" w14:textId="77777777" w:rsidR="00D35B76" w:rsidRPr="00085080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085080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085080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085080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10939481" w14:textId="1BEBBFB7" w:rsidR="00F52931" w:rsidRPr="00085080" w:rsidRDefault="00F52931" w:rsidP="008F42AA">
            <w:pPr>
              <w:pStyle w:val="Bezodstpw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w stopniu pogłębionym zna i rozumie</w:t>
            </w:r>
            <w:r w:rsidR="007B5075" w:rsidRPr="00085080">
              <w:rPr>
                <w:rFonts w:ascii="Corbel" w:hAnsi="Corbel"/>
                <w:sz w:val="24"/>
                <w:szCs w:val="24"/>
              </w:rPr>
              <w:t>: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modele i koncepcje zdrowia psychicznego </w:t>
            </w:r>
            <w:r w:rsidR="007B5075" w:rsidRPr="00085080">
              <w:rPr>
                <w:rFonts w:ascii="Corbel" w:hAnsi="Corbel"/>
                <w:sz w:val="24"/>
                <w:szCs w:val="24"/>
              </w:rPr>
              <w:t>oraz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zaburzeń psychicznych</w:t>
            </w:r>
            <w:r w:rsidR="007B5075" w:rsidRPr="00085080">
              <w:rPr>
                <w:rFonts w:ascii="Corbel" w:hAnsi="Corbel"/>
                <w:sz w:val="24"/>
                <w:szCs w:val="24"/>
              </w:rPr>
              <w:t>;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</w:t>
            </w:r>
            <w:r w:rsidR="00DC3C6F" w:rsidRPr="00085080">
              <w:rPr>
                <w:rFonts w:ascii="Corbel" w:hAnsi="Corbel"/>
                <w:sz w:val="24"/>
                <w:szCs w:val="24"/>
              </w:rPr>
              <w:t xml:space="preserve">współczesne 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kryteria </w:t>
            </w:r>
            <w:r w:rsidR="007B5075" w:rsidRPr="00085080">
              <w:rPr>
                <w:rFonts w:ascii="Corbel" w:hAnsi="Corbel"/>
                <w:sz w:val="24"/>
                <w:szCs w:val="24"/>
              </w:rPr>
              <w:t>diagnostyczne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zaburzeń psychicznych</w:t>
            </w:r>
            <w:r w:rsidR="00DC3C6F" w:rsidRPr="00085080">
              <w:rPr>
                <w:rFonts w:ascii="Corbel" w:hAnsi="Corbel"/>
                <w:sz w:val="24"/>
                <w:szCs w:val="24"/>
              </w:rPr>
              <w:t>,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ich</w:t>
            </w:r>
            <w:r w:rsidR="008F42AA" w:rsidRPr="00085080">
              <w:rPr>
                <w:rFonts w:ascii="Corbel" w:hAnsi="Corbel"/>
                <w:sz w:val="24"/>
                <w:szCs w:val="24"/>
              </w:rPr>
              <w:t xml:space="preserve"> uwarunkowania i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</w:t>
            </w:r>
            <w:r w:rsidR="008F42AA" w:rsidRPr="00085080">
              <w:rPr>
                <w:rFonts w:ascii="Corbel" w:hAnsi="Corbel"/>
                <w:sz w:val="24"/>
                <w:szCs w:val="24"/>
              </w:rPr>
              <w:t>mechanizmy</w:t>
            </w:r>
          </w:p>
        </w:tc>
        <w:tc>
          <w:tcPr>
            <w:tcW w:w="1836" w:type="dxa"/>
          </w:tcPr>
          <w:p w14:paraId="4195BCD4" w14:textId="15DB5992" w:rsidR="00F52931" w:rsidRPr="00085080" w:rsidRDefault="00F52931" w:rsidP="00AF2A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32313" w:rsidRPr="0008508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  <w:p w14:paraId="6542871D" w14:textId="77777777" w:rsidR="00F52931" w:rsidRPr="00085080" w:rsidRDefault="00F52931" w:rsidP="00AF2A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210AFE" w14:textId="77777777" w:rsidR="00D35B76" w:rsidRPr="00085080" w:rsidRDefault="00D35B76" w:rsidP="00AF2A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E0932" w:rsidRPr="00085080" w14:paraId="2DB1C905" w14:textId="77777777" w:rsidTr="00464197">
        <w:tc>
          <w:tcPr>
            <w:tcW w:w="1447" w:type="dxa"/>
          </w:tcPr>
          <w:p w14:paraId="7A5FF48F" w14:textId="77777777" w:rsidR="00712EAE" w:rsidRPr="00085080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085080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0AE1D9D0" w14:textId="72C42AD5" w:rsidR="00BA08E2" w:rsidRPr="00085080" w:rsidRDefault="00BA08E2" w:rsidP="00DC3C6F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085080">
              <w:rPr>
                <w:rFonts w:ascii="Corbel" w:hAnsi="Corbel" w:cs="Times New Roman"/>
              </w:rPr>
              <w:t>w stopniu pogłębionym zna i rozumie</w:t>
            </w:r>
            <w:r w:rsidR="00DC3C6F" w:rsidRPr="00085080">
              <w:rPr>
                <w:rFonts w:ascii="Corbel" w:hAnsi="Corbel" w:cs="Times New Roman"/>
              </w:rPr>
              <w:t>:</w:t>
            </w:r>
            <w:r w:rsidRPr="00085080">
              <w:rPr>
                <w:rFonts w:ascii="Corbel" w:hAnsi="Corbel" w:cs="Times New Roman"/>
              </w:rPr>
              <w:t xml:space="preserve"> </w:t>
            </w:r>
            <w:r w:rsidR="00DC3C6F" w:rsidRPr="00085080">
              <w:rPr>
                <w:rFonts w:ascii="Corbel" w:hAnsi="Corbel" w:cs="Times New Roman"/>
              </w:rPr>
              <w:t>efektywne</w:t>
            </w:r>
            <w:r w:rsidRPr="00085080">
              <w:rPr>
                <w:rFonts w:ascii="Corbel" w:hAnsi="Corbel" w:cs="Times New Roman"/>
              </w:rPr>
              <w:t xml:space="preserve"> sposoby analizy i interpretacji </w:t>
            </w:r>
            <w:r w:rsidR="00DC3C6F" w:rsidRPr="00085080">
              <w:rPr>
                <w:rFonts w:ascii="Corbel" w:hAnsi="Corbel" w:cs="Times New Roman"/>
              </w:rPr>
              <w:t>czynników</w:t>
            </w:r>
            <w:r w:rsidRPr="00085080">
              <w:rPr>
                <w:rFonts w:ascii="Corbel" w:hAnsi="Corbel" w:cs="Times New Roman"/>
              </w:rPr>
              <w:t xml:space="preserve"> sprzyjających zachowaniom zdrowotnym</w:t>
            </w:r>
            <w:r w:rsidR="00DC3C6F" w:rsidRPr="00085080">
              <w:rPr>
                <w:rFonts w:ascii="Corbel" w:hAnsi="Corbel" w:cs="Times New Roman"/>
              </w:rPr>
              <w:t>; wiodące strategie</w:t>
            </w:r>
            <w:r w:rsidRPr="00085080">
              <w:rPr>
                <w:rFonts w:ascii="Corbel" w:hAnsi="Corbel" w:cs="Times New Roman"/>
              </w:rPr>
              <w:t xml:space="preserve"> zapobiegani</w:t>
            </w:r>
            <w:r w:rsidR="00DC3C6F" w:rsidRPr="00085080">
              <w:rPr>
                <w:rFonts w:ascii="Corbel" w:hAnsi="Corbel" w:cs="Times New Roman"/>
              </w:rPr>
              <w:t>a</w:t>
            </w:r>
            <w:r w:rsidRPr="00085080">
              <w:rPr>
                <w:rFonts w:ascii="Corbel" w:hAnsi="Corbel" w:cs="Times New Roman"/>
              </w:rPr>
              <w:t xml:space="preserve"> zaburzeniom rozwoju i </w:t>
            </w:r>
            <w:r w:rsidR="007B5075" w:rsidRPr="00085080">
              <w:rPr>
                <w:rFonts w:ascii="Corbel" w:hAnsi="Corbel" w:cs="Times New Roman"/>
              </w:rPr>
              <w:t>psycho</w:t>
            </w:r>
            <w:r w:rsidRPr="00085080">
              <w:rPr>
                <w:rFonts w:ascii="Corbel" w:hAnsi="Corbel" w:cs="Times New Roman"/>
              </w:rPr>
              <w:t>patologii</w:t>
            </w:r>
            <w:r w:rsidR="00DC3C6F" w:rsidRPr="00085080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36" w:type="dxa"/>
          </w:tcPr>
          <w:p w14:paraId="156DBB29" w14:textId="301BC12F" w:rsidR="00D35B76" w:rsidRPr="00085080" w:rsidRDefault="00712EAE" w:rsidP="00AF2AF1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085080">
              <w:rPr>
                <w:rFonts w:ascii="Corbel" w:hAnsi="Corbel" w:cs="Times New Roman"/>
                <w:color w:val="auto"/>
              </w:rPr>
              <w:t>K_W</w:t>
            </w:r>
            <w:r w:rsidR="00DA71DB" w:rsidRPr="00085080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E0932" w:rsidRPr="00085080" w14:paraId="13B70BE6" w14:textId="77777777" w:rsidTr="00464197">
        <w:tc>
          <w:tcPr>
            <w:tcW w:w="1447" w:type="dxa"/>
          </w:tcPr>
          <w:p w14:paraId="0F65261A" w14:textId="59A911A4" w:rsidR="00DA71DB" w:rsidRPr="00085080" w:rsidRDefault="00DA71DB" w:rsidP="00DA71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75FC0" w:rsidRPr="0008508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B895310" w14:textId="77777777" w:rsidR="00D35B76" w:rsidRPr="00085080" w:rsidRDefault="00D35B76" w:rsidP="00DA71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237" w:type="dxa"/>
          </w:tcPr>
          <w:p w14:paraId="2E443CEB" w14:textId="5BDE27CA" w:rsidR="00F02C65" w:rsidRPr="00085080" w:rsidRDefault="00984AD8" w:rsidP="002A6A8F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085080">
              <w:rPr>
                <w:rFonts w:ascii="Corbel" w:hAnsi="Corbel" w:cs="Times New Roman"/>
              </w:rPr>
              <w:t>p</w:t>
            </w:r>
            <w:r w:rsidR="00F02C65" w:rsidRPr="00085080">
              <w:rPr>
                <w:rFonts w:ascii="Corbel" w:hAnsi="Corbel" w:cs="Times New Roman"/>
              </w:rPr>
              <w:t>otrafi</w:t>
            </w:r>
            <w:r w:rsidRPr="00085080">
              <w:rPr>
                <w:rFonts w:ascii="Corbel" w:hAnsi="Corbel" w:cs="Times New Roman"/>
              </w:rPr>
              <w:t>:</w:t>
            </w:r>
            <w:r w:rsidR="00F02C65" w:rsidRPr="00085080">
              <w:rPr>
                <w:rFonts w:ascii="Corbel" w:hAnsi="Corbel" w:cs="Times New Roman"/>
              </w:rPr>
              <w:t xml:space="preserve"> identyfikować </w:t>
            </w:r>
            <w:r w:rsidR="00114951" w:rsidRPr="00085080">
              <w:rPr>
                <w:rFonts w:ascii="Corbel" w:hAnsi="Corbel" w:cs="Times New Roman"/>
              </w:rPr>
              <w:t>i</w:t>
            </w:r>
            <w:r w:rsidRPr="00085080">
              <w:rPr>
                <w:rFonts w:ascii="Corbel" w:hAnsi="Corbel" w:cs="Times New Roman"/>
              </w:rPr>
              <w:t xml:space="preserve"> interpretować </w:t>
            </w:r>
            <w:r w:rsidR="00F02C65" w:rsidRPr="00085080">
              <w:rPr>
                <w:rFonts w:ascii="Corbel" w:hAnsi="Corbel" w:cs="Times New Roman"/>
              </w:rPr>
              <w:t>problemy</w:t>
            </w:r>
            <w:r w:rsidR="00114951" w:rsidRPr="00085080">
              <w:rPr>
                <w:rFonts w:ascii="Corbel" w:hAnsi="Corbel" w:cs="Times New Roman"/>
              </w:rPr>
              <w:t xml:space="preserve"> oraz</w:t>
            </w:r>
            <w:r w:rsidR="00F02C65" w:rsidRPr="00085080">
              <w:rPr>
                <w:rFonts w:ascii="Corbel" w:hAnsi="Corbel" w:cs="Times New Roman"/>
              </w:rPr>
              <w:t xml:space="preserve"> zaburzenia</w:t>
            </w:r>
            <w:r w:rsidR="00114951" w:rsidRPr="00085080">
              <w:rPr>
                <w:rFonts w:ascii="Corbel" w:hAnsi="Corbel" w:cs="Times New Roman"/>
              </w:rPr>
              <w:t xml:space="preserve"> w</w:t>
            </w:r>
            <w:r w:rsidR="00F02C65" w:rsidRPr="00085080">
              <w:rPr>
                <w:rFonts w:ascii="Corbel" w:hAnsi="Corbel" w:cs="Times New Roman"/>
              </w:rPr>
              <w:t xml:space="preserve"> sfe</w:t>
            </w:r>
            <w:r w:rsidR="00114951" w:rsidRPr="00085080">
              <w:rPr>
                <w:rFonts w:ascii="Corbel" w:hAnsi="Corbel" w:cs="Times New Roman"/>
              </w:rPr>
              <w:t>rze</w:t>
            </w:r>
            <w:r w:rsidR="00F02C65" w:rsidRPr="00085080">
              <w:rPr>
                <w:rFonts w:ascii="Corbel" w:hAnsi="Corbel" w:cs="Times New Roman"/>
              </w:rPr>
              <w:t xml:space="preserve"> emocjonalno-motywacyjnej u dzieci i dorosłych</w:t>
            </w:r>
            <w:r w:rsidR="00114951" w:rsidRPr="00085080">
              <w:rPr>
                <w:rFonts w:ascii="Corbel" w:hAnsi="Corbel" w:cs="Times New Roman"/>
              </w:rPr>
              <w:t>;</w:t>
            </w:r>
            <w:r w:rsidR="00F02C65" w:rsidRPr="00085080">
              <w:rPr>
                <w:rFonts w:ascii="Corbel" w:hAnsi="Corbel" w:cs="Times New Roman"/>
              </w:rPr>
              <w:t xml:space="preserve"> </w:t>
            </w:r>
            <w:r w:rsidR="00114951" w:rsidRPr="00085080">
              <w:rPr>
                <w:rFonts w:ascii="Corbel" w:hAnsi="Corbel" w:cs="Times New Roman"/>
              </w:rPr>
              <w:t>projektować strategie i</w:t>
            </w:r>
            <w:r w:rsidR="00F02C65" w:rsidRPr="00085080">
              <w:rPr>
                <w:rFonts w:ascii="Corbel" w:hAnsi="Corbel" w:cs="Times New Roman"/>
              </w:rPr>
              <w:t>ch rozwiąz</w:t>
            </w:r>
            <w:r w:rsidR="00114951" w:rsidRPr="00085080">
              <w:rPr>
                <w:rFonts w:ascii="Corbel" w:hAnsi="Corbel" w:cs="Times New Roman"/>
              </w:rPr>
              <w:t>yw</w:t>
            </w:r>
            <w:r w:rsidR="00F02C65" w:rsidRPr="00085080">
              <w:rPr>
                <w:rFonts w:ascii="Corbel" w:hAnsi="Corbel" w:cs="Times New Roman"/>
              </w:rPr>
              <w:t>ania</w:t>
            </w:r>
            <w:r w:rsidR="006A58CC" w:rsidRPr="00085080">
              <w:rPr>
                <w:rFonts w:ascii="Corbel" w:hAnsi="Corbel" w:cs="Times New Roman"/>
              </w:rPr>
              <w:t xml:space="preserve">; </w:t>
            </w:r>
            <w:r w:rsidR="00F02C65" w:rsidRPr="00085080">
              <w:rPr>
                <w:rFonts w:ascii="Corbel" w:hAnsi="Corbel" w:cs="Times New Roman"/>
              </w:rPr>
              <w:t xml:space="preserve">wdrażać </w:t>
            </w:r>
            <w:r w:rsidR="006A58CC" w:rsidRPr="00085080">
              <w:rPr>
                <w:rFonts w:ascii="Corbel" w:hAnsi="Corbel" w:cs="Times New Roman"/>
              </w:rPr>
              <w:t xml:space="preserve">adekwatne do zdiagnozowanego problemu </w:t>
            </w:r>
            <w:r w:rsidR="00F02C65" w:rsidRPr="00085080">
              <w:rPr>
                <w:rFonts w:ascii="Corbel" w:hAnsi="Corbel" w:cs="Times New Roman"/>
              </w:rPr>
              <w:t>oddziaływania profilaktyczne,  pomocowe i terapeutyczne</w:t>
            </w:r>
          </w:p>
        </w:tc>
        <w:tc>
          <w:tcPr>
            <w:tcW w:w="1836" w:type="dxa"/>
          </w:tcPr>
          <w:p w14:paraId="0AE1CE61" w14:textId="6A68F58E" w:rsidR="00F02C65" w:rsidRPr="00085080" w:rsidRDefault="00F02C65" w:rsidP="00AF2AF1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085080">
              <w:rPr>
                <w:rFonts w:ascii="Corbel" w:hAnsi="Corbel" w:cs="Times New Roman"/>
              </w:rPr>
              <w:t>K_U05</w:t>
            </w:r>
          </w:p>
        </w:tc>
      </w:tr>
      <w:tr w:rsidR="00F76F00" w:rsidRPr="00085080" w14:paraId="1C0265D1" w14:textId="77777777" w:rsidTr="00464197">
        <w:tc>
          <w:tcPr>
            <w:tcW w:w="1447" w:type="dxa"/>
          </w:tcPr>
          <w:p w14:paraId="3CC5D2B9" w14:textId="705C1C6E" w:rsidR="00F76F00" w:rsidRPr="00085080" w:rsidRDefault="00F76F00" w:rsidP="00DA71D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75FC0" w:rsidRPr="0008508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237" w:type="dxa"/>
          </w:tcPr>
          <w:p w14:paraId="0C31E4EB" w14:textId="45D6926F" w:rsidR="00A903AB" w:rsidRPr="00085080" w:rsidRDefault="0040173C" w:rsidP="002A6A8F">
            <w:pPr>
              <w:pStyle w:val="Default"/>
              <w:contextualSpacing/>
              <w:jc w:val="both"/>
              <w:rPr>
                <w:rFonts w:ascii="Corbel" w:hAnsi="Corbel" w:cs="Times New Roman"/>
              </w:rPr>
            </w:pPr>
            <w:r w:rsidRPr="00085080">
              <w:rPr>
                <w:rFonts w:ascii="Corbel" w:hAnsi="Corbel" w:cs="Times New Roman"/>
              </w:rPr>
              <w:t>p</w:t>
            </w:r>
            <w:r w:rsidR="00A903AB" w:rsidRPr="00085080">
              <w:rPr>
                <w:rFonts w:ascii="Corbel" w:hAnsi="Corbel" w:cs="Times New Roman"/>
              </w:rPr>
              <w:t>otrafi</w:t>
            </w:r>
            <w:r w:rsidR="005E6006" w:rsidRPr="00085080">
              <w:rPr>
                <w:rFonts w:ascii="Corbel" w:hAnsi="Corbel" w:cs="Times New Roman"/>
              </w:rPr>
              <w:t>:</w:t>
            </w:r>
            <w:r w:rsidR="00A903AB" w:rsidRPr="00085080">
              <w:rPr>
                <w:rFonts w:ascii="Corbel" w:hAnsi="Corbel" w:cs="Times New Roman"/>
              </w:rPr>
              <w:t xml:space="preserve"> krytycznie oceniać współczesne zagrożenia dla zdrowia psychicznego, m.in. uzależnienia behawioralne</w:t>
            </w:r>
            <w:r w:rsidRPr="00085080">
              <w:rPr>
                <w:rFonts w:ascii="Corbel" w:hAnsi="Corbel" w:cs="Times New Roman"/>
              </w:rPr>
              <w:t xml:space="preserve"> oraz </w:t>
            </w:r>
            <w:r w:rsidR="00A903AB" w:rsidRPr="00085080">
              <w:rPr>
                <w:rFonts w:ascii="Corbel" w:hAnsi="Corbel" w:cs="Times New Roman"/>
              </w:rPr>
              <w:t>związane z postępem technologicznym</w:t>
            </w:r>
            <w:r w:rsidR="005E6006" w:rsidRPr="00085080">
              <w:rPr>
                <w:rFonts w:ascii="Corbel" w:hAnsi="Corbel" w:cs="Times New Roman"/>
              </w:rPr>
              <w:t>;</w:t>
            </w:r>
            <w:r w:rsidR="00503743" w:rsidRPr="00085080">
              <w:rPr>
                <w:rFonts w:ascii="Corbel" w:hAnsi="Corbel" w:cs="Times New Roman"/>
              </w:rPr>
              <w:t xml:space="preserve"> </w:t>
            </w:r>
            <w:r w:rsidR="005E6006" w:rsidRPr="00085080">
              <w:rPr>
                <w:rFonts w:ascii="Corbel" w:hAnsi="Corbel" w:cs="Times New Roman"/>
              </w:rPr>
              <w:t xml:space="preserve">rozpoznawać rolę </w:t>
            </w:r>
            <w:r w:rsidR="00503743" w:rsidRPr="00085080">
              <w:rPr>
                <w:rFonts w:ascii="Corbel" w:hAnsi="Corbel" w:cs="Times New Roman"/>
              </w:rPr>
              <w:t>czynni</w:t>
            </w:r>
            <w:r w:rsidR="005E6006" w:rsidRPr="00085080">
              <w:rPr>
                <w:rFonts w:ascii="Corbel" w:hAnsi="Corbel" w:cs="Times New Roman"/>
              </w:rPr>
              <w:t>ków</w:t>
            </w:r>
            <w:r w:rsidR="00503743" w:rsidRPr="00085080">
              <w:rPr>
                <w:rFonts w:ascii="Corbel" w:hAnsi="Corbel" w:cs="Times New Roman"/>
              </w:rPr>
              <w:t xml:space="preserve"> społeczno-kulturowych </w:t>
            </w:r>
            <w:r w:rsidR="005E6006" w:rsidRPr="00085080">
              <w:rPr>
                <w:rFonts w:ascii="Corbel" w:hAnsi="Corbel" w:cs="Times New Roman"/>
              </w:rPr>
              <w:t xml:space="preserve">w kształtowaniu </w:t>
            </w:r>
            <w:r w:rsidRPr="00085080">
              <w:rPr>
                <w:rFonts w:ascii="Corbel" w:hAnsi="Corbel" w:cs="Times New Roman"/>
              </w:rPr>
              <w:t xml:space="preserve">tego  rodzaju zaburzeń, ich </w:t>
            </w:r>
            <w:r w:rsidR="00503743" w:rsidRPr="00085080">
              <w:rPr>
                <w:rFonts w:ascii="Corbel" w:hAnsi="Corbel" w:cs="Times New Roman"/>
              </w:rPr>
              <w:t>obraz</w:t>
            </w:r>
            <w:r w:rsidR="005E6006" w:rsidRPr="00085080">
              <w:rPr>
                <w:rFonts w:ascii="Corbel" w:hAnsi="Corbel" w:cs="Times New Roman"/>
              </w:rPr>
              <w:t>u</w:t>
            </w:r>
            <w:r w:rsidR="00503743" w:rsidRPr="00085080">
              <w:rPr>
                <w:rFonts w:ascii="Corbel" w:hAnsi="Corbel" w:cs="Times New Roman"/>
              </w:rPr>
              <w:t xml:space="preserve"> kliniczn</w:t>
            </w:r>
            <w:r w:rsidR="005E6006" w:rsidRPr="00085080">
              <w:rPr>
                <w:rFonts w:ascii="Corbel" w:hAnsi="Corbel" w:cs="Times New Roman"/>
              </w:rPr>
              <w:t>ego</w:t>
            </w:r>
            <w:r w:rsidRPr="00085080">
              <w:rPr>
                <w:rFonts w:ascii="Corbel" w:hAnsi="Corbel" w:cs="Times New Roman"/>
              </w:rPr>
              <w:t xml:space="preserve"> </w:t>
            </w:r>
            <w:r w:rsidR="005E6006" w:rsidRPr="00085080">
              <w:rPr>
                <w:rFonts w:ascii="Corbel" w:hAnsi="Corbel" w:cs="Times New Roman"/>
              </w:rPr>
              <w:t>i przebiegu</w:t>
            </w:r>
          </w:p>
        </w:tc>
        <w:tc>
          <w:tcPr>
            <w:tcW w:w="1836" w:type="dxa"/>
          </w:tcPr>
          <w:p w14:paraId="7127B973" w14:textId="763D6744" w:rsidR="00A903AB" w:rsidRPr="00085080" w:rsidRDefault="00A903AB" w:rsidP="00AF2AF1">
            <w:pPr>
              <w:pStyle w:val="Default"/>
              <w:contextualSpacing/>
              <w:jc w:val="center"/>
              <w:rPr>
                <w:rFonts w:ascii="Corbel" w:hAnsi="Corbel" w:cs="Times New Roman"/>
                <w:color w:val="auto"/>
              </w:rPr>
            </w:pPr>
            <w:r w:rsidRPr="00085080">
              <w:rPr>
                <w:rFonts w:ascii="Corbel" w:hAnsi="Corbel" w:cs="Times New Roman"/>
              </w:rPr>
              <w:t>K_U23</w:t>
            </w:r>
          </w:p>
        </w:tc>
      </w:tr>
      <w:tr w:rsidR="00FE0932" w:rsidRPr="00085080" w14:paraId="5F2BB7B7" w14:textId="77777777" w:rsidTr="00464197">
        <w:tc>
          <w:tcPr>
            <w:tcW w:w="1447" w:type="dxa"/>
          </w:tcPr>
          <w:p w14:paraId="4FE4B582" w14:textId="1C492127" w:rsidR="00D35B76" w:rsidRPr="00085080" w:rsidRDefault="00034867" w:rsidP="00DA71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75FC0" w:rsidRPr="0008508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237" w:type="dxa"/>
          </w:tcPr>
          <w:p w14:paraId="14140EE0" w14:textId="26190887" w:rsidR="005604CB" w:rsidRPr="00085080" w:rsidRDefault="00884978" w:rsidP="005604CB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085080">
              <w:rPr>
                <w:rFonts w:ascii="Corbel" w:hAnsi="Corbel" w:cs="Times New Roman"/>
              </w:rPr>
              <w:t>jest gotów do</w:t>
            </w:r>
            <w:r w:rsidR="007F2522" w:rsidRPr="00085080">
              <w:rPr>
                <w:rFonts w:ascii="Corbel" w:hAnsi="Corbel" w:cs="Times New Roman"/>
              </w:rPr>
              <w:t>:</w:t>
            </w:r>
            <w:r w:rsidRPr="00085080">
              <w:rPr>
                <w:rFonts w:ascii="Corbel" w:hAnsi="Corbel" w:cs="Times New Roman"/>
              </w:rPr>
              <w:t xml:space="preserve"> krytycznej oceny znaczenia posiadanej wiedzy w kształtowaniu zachowań prozdrowotnych uczestników procesów edukacyjnych</w:t>
            </w:r>
            <w:r w:rsidR="007F2522" w:rsidRPr="00085080">
              <w:rPr>
                <w:rFonts w:ascii="Corbel" w:hAnsi="Corbel" w:cs="Times New Roman"/>
              </w:rPr>
              <w:t>;</w:t>
            </w:r>
            <w:r w:rsidRPr="00085080">
              <w:rPr>
                <w:rFonts w:ascii="Corbel" w:hAnsi="Corbel" w:cs="Times New Roman"/>
              </w:rPr>
              <w:t xml:space="preserve"> rozwijania </w:t>
            </w:r>
            <w:r w:rsidR="007F2522" w:rsidRPr="00085080">
              <w:rPr>
                <w:rFonts w:ascii="Corbel" w:hAnsi="Corbel" w:cs="Times New Roman"/>
              </w:rPr>
              <w:t xml:space="preserve">własnych </w:t>
            </w:r>
            <w:r w:rsidRPr="00085080">
              <w:rPr>
                <w:rFonts w:ascii="Corbel" w:hAnsi="Corbel" w:cs="Times New Roman"/>
              </w:rPr>
              <w:t xml:space="preserve">umiejętności </w:t>
            </w:r>
            <w:r w:rsidR="007D6DA0" w:rsidRPr="00085080">
              <w:rPr>
                <w:rFonts w:ascii="Corbel" w:hAnsi="Corbel" w:cs="Times New Roman"/>
              </w:rPr>
              <w:t>prozdrowotnych, w tym skutecznych strategii radzenia sobie ze stresem</w:t>
            </w:r>
            <w:r w:rsidR="007F2522" w:rsidRPr="00085080">
              <w:rPr>
                <w:rFonts w:ascii="Corbel" w:hAnsi="Corbel" w:cs="Times New Roman"/>
              </w:rPr>
              <w:t>; uczenia tych umiejętności</w:t>
            </w:r>
            <w:r w:rsidRPr="00085080">
              <w:rPr>
                <w:rFonts w:ascii="Corbel" w:hAnsi="Corbel" w:cs="Times New Roman"/>
              </w:rPr>
              <w:t xml:space="preserve"> osób </w:t>
            </w:r>
            <w:r w:rsidR="007F2522" w:rsidRPr="00085080">
              <w:rPr>
                <w:rFonts w:ascii="Corbel" w:hAnsi="Corbel" w:cs="Times New Roman"/>
              </w:rPr>
              <w:t xml:space="preserve">należących do </w:t>
            </w:r>
            <w:r w:rsidRPr="00085080">
              <w:rPr>
                <w:rFonts w:ascii="Corbel" w:hAnsi="Corbel" w:cs="Times New Roman"/>
              </w:rPr>
              <w:t>różnych środowisk społecznych</w:t>
            </w:r>
          </w:p>
        </w:tc>
        <w:tc>
          <w:tcPr>
            <w:tcW w:w="1836" w:type="dxa"/>
          </w:tcPr>
          <w:p w14:paraId="44E2740A" w14:textId="3E8A86EA" w:rsidR="005604CB" w:rsidRPr="00085080" w:rsidRDefault="005604CB" w:rsidP="00AF2AF1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085080">
              <w:rPr>
                <w:rFonts w:ascii="Corbel" w:hAnsi="Corbel" w:cs="Times New Roman"/>
              </w:rPr>
              <w:t>K_K12</w:t>
            </w:r>
          </w:p>
          <w:p w14:paraId="608B6843" w14:textId="49FAD0FB" w:rsidR="005604CB" w:rsidRPr="00085080" w:rsidRDefault="005604CB" w:rsidP="00AF2AF1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</w:p>
        </w:tc>
      </w:tr>
      <w:tr w:rsidR="00034867" w:rsidRPr="00085080" w14:paraId="534C7B95" w14:textId="77777777" w:rsidTr="00464197">
        <w:tc>
          <w:tcPr>
            <w:tcW w:w="1447" w:type="dxa"/>
          </w:tcPr>
          <w:p w14:paraId="365705BD" w14:textId="0559FBF3" w:rsidR="00034867" w:rsidRPr="00085080" w:rsidRDefault="00034867" w:rsidP="00DA71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75FC0" w:rsidRPr="000850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237" w:type="dxa"/>
          </w:tcPr>
          <w:p w14:paraId="43840644" w14:textId="114EA6D8" w:rsidR="00FD1952" w:rsidRPr="00085080" w:rsidRDefault="00FD1952" w:rsidP="00763048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085080">
              <w:rPr>
                <w:rFonts w:ascii="Corbel" w:hAnsi="Corbel" w:cs="Times New Roman"/>
              </w:rPr>
              <w:t>jest gotów</w:t>
            </w:r>
            <w:r w:rsidR="0093500B" w:rsidRPr="00085080">
              <w:rPr>
                <w:rFonts w:ascii="Corbel" w:hAnsi="Corbel" w:cs="Times New Roman"/>
              </w:rPr>
              <w:t>:</w:t>
            </w:r>
            <w:r w:rsidRPr="00085080">
              <w:rPr>
                <w:rFonts w:ascii="Corbel" w:hAnsi="Corbel" w:cs="Times New Roman"/>
              </w:rPr>
              <w:t xml:space="preserve"> </w:t>
            </w:r>
            <w:r w:rsidR="0093500B" w:rsidRPr="00085080">
              <w:rPr>
                <w:rFonts w:ascii="Corbel" w:hAnsi="Corbel" w:cs="Times New Roman"/>
              </w:rPr>
              <w:t xml:space="preserve">rozwijać i </w:t>
            </w:r>
            <w:r w:rsidRPr="00085080">
              <w:rPr>
                <w:rFonts w:ascii="Corbel" w:hAnsi="Corbel" w:cs="Times New Roman"/>
              </w:rPr>
              <w:t>wykorzyst</w:t>
            </w:r>
            <w:r w:rsidR="00763048" w:rsidRPr="00085080">
              <w:rPr>
                <w:rFonts w:ascii="Corbel" w:hAnsi="Corbel" w:cs="Times New Roman"/>
              </w:rPr>
              <w:t>ywać</w:t>
            </w:r>
            <w:r w:rsidRPr="00085080">
              <w:rPr>
                <w:rFonts w:ascii="Corbel" w:hAnsi="Corbel" w:cs="Times New Roman"/>
              </w:rPr>
              <w:t xml:space="preserve"> swo</w:t>
            </w:r>
            <w:r w:rsidR="0093500B" w:rsidRPr="00085080">
              <w:rPr>
                <w:rFonts w:ascii="Corbel" w:hAnsi="Corbel" w:cs="Times New Roman"/>
              </w:rPr>
              <w:t>je</w:t>
            </w:r>
            <w:r w:rsidRPr="00085080">
              <w:rPr>
                <w:rFonts w:ascii="Corbel" w:hAnsi="Corbel" w:cs="Times New Roman"/>
              </w:rPr>
              <w:t xml:space="preserve"> cech</w:t>
            </w:r>
            <w:r w:rsidR="0093500B" w:rsidRPr="00085080">
              <w:rPr>
                <w:rFonts w:ascii="Corbel" w:hAnsi="Corbel" w:cs="Times New Roman"/>
              </w:rPr>
              <w:t>y</w:t>
            </w:r>
            <w:r w:rsidRPr="00085080">
              <w:rPr>
                <w:rFonts w:ascii="Corbel" w:hAnsi="Corbel" w:cs="Times New Roman"/>
              </w:rPr>
              <w:t xml:space="preserve"> osobist</w:t>
            </w:r>
            <w:r w:rsidR="00763048" w:rsidRPr="00085080">
              <w:rPr>
                <w:rFonts w:ascii="Corbel" w:hAnsi="Corbel" w:cs="Times New Roman"/>
              </w:rPr>
              <w:t>e</w:t>
            </w:r>
            <w:r w:rsidRPr="00085080">
              <w:rPr>
                <w:rFonts w:ascii="Corbel" w:hAnsi="Corbel" w:cs="Times New Roman"/>
              </w:rPr>
              <w:t>, wiedz</w:t>
            </w:r>
            <w:r w:rsidR="0093500B" w:rsidRPr="00085080">
              <w:rPr>
                <w:rFonts w:ascii="Corbel" w:hAnsi="Corbel" w:cs="Times New Roman"/>
              </w:rPr>
              <w:t>ę</w:t>
            </w:r>
            <w:r w:rsidRPr="00085080">
              <w:rPr>
                <w:rFonts w:ascii="Corbel" w:hAnsi="Corbel" w:cs="Times New Roman"/>
              </w:rPr>
              <w:t xml:space="preserve"> i kompetencj</w:t>
            </w:r>
            <w:r w:rsidR="0093500B" w:rsidRPr="00085080">
              <w:rPr>
                <w:rFonts w:ascii="Corbel" w:hAnsi="Corbel" w:cs="Times New Roman"/>
              </w:rPr>
              <w:t>e</w:t>
            </w:r>
            <w:r w:rsidRPr="00085080">
              <w:rPr>
                <w:rFonts w:ascii="Corbel" w:hAnsi="Corbel" w:cs="Times New Roman"/>
              </w:rPr>
              <w:t xml:space="preserve"> zawodow</w:t>
            </w:r>
            <w:r w:rsidR="0093500B" w:rsidRPr="00085080">
              <w:rPr>
                <w:rFonts w:ascii="Corbel" w:hAnsi="Corbel" w:cs="Times New Roman"/>
              </w:rPr>
              <w:t>e</w:t>
            </w:r>
            <w:r w:rsidRPr="00085080">
              <w:rPr>
                <w:rFonts w:ascii="Corbel" w:hAnsi="Corbel" w:cs="Times New Roman"/>
              </w:rPr>
              <w:t xml:space="preserve"> do </w:t>
            </w:r>
            <w:r w:rsidR="007D6DA0" w:rsidRPr="00085080">
              <w:rPr>
                <w:rFonts w:ascii="Corbel" w:hAnsi="Corbel" w:cs="Times New Roman"/>
              </w:rPr>
              <w:t>wzbudzania</w:t>
            </w:r>
            <w:r w:rsidR="0093500B" w:rsidRPr="00085080">
              <w:rPr>
                <w:rFonts w:ascii="Corbel" w:hAnsi="Corbel" w:cs="Times New Roman"/>
              </w:rPr>
              <w:t xml:space="preserve"> proces</w:t>
            </w:r>
            <w:r w:rsidR="007D6DA0" w:rsidRPr="00085080">
              <w:rPr>
                <w:rFonts w:ascii="Corbel" w:hAnsi="Corbel" w:cs="Times New Roman"/>
              </w:rPr>
              <w:t>ów</w:t>
            </w:r>
            <w:r w:rsidR="0093500B" w:rsidRPr="00085080">
              <w:rPr>
                <w:rFonts w:ascii="Corbel" w:hAnsi="Corbel" w:cs="Times New Roman"/>
              </w:rPr>
              <w:t xml:space="preserve"> prozdrowotny</w:t>
            </w:r>
            <w:r w:rsidR="007D6DA0" w:rsidRPr="00085080">
              <w:rPr>
                <w:rFonts w:ascii="Corbel" w:hAnsi="Corbel" w:cs="Times New Roman"/>
              </w:rPr>
              <w:t>ch</w:t>
            </w:r>
            <w:r w:rsidR="0093500B" w:rsidRPr="00085080">
              <w:rPr>
                <w:rFonts w:ascii="Corbel" w:hAnsi="Corbel" w:cs="Times New Roman"/>
              </w:rPr>
              <w:t xml:space="preserve"> </w:t>
            </w:r>
            <w:r w:rsidR="007D6DA0" w:rsidRPr="00085080">
              <w:rPr>
                <w:rFonts w:ascii="Corbel" w:hAnsi="Corbel" w:cs="Times New Roman"/>
              </w:rPr>
              <w:t xml:space="preserve">w </w:t>
            </w:r>
            <w:r w:rsidRPr="00085080">
              <w:rPr>
                <w:rFonts w:ascii="Corbel" w:hAnsi="Corbel" w:cs="Times New Roman"/>
              </w:rPr>
              <w:t>środowisk</w:t>
            </w:r>
            <w:r w:rsidR="007D6DA0" w:rsidRPr="00085080">
              <w:rPr>
                <w:rFonts w:ascii="Corbel" w:hAnsi="Corbel" w:cs="Times New Roman"/>
              </w:rPr>
              <w:t>u społecznym</w:t>
            </w:r>
            <w:r w:rsidR="0093500B" w:rsidRPr="00085080">
              <w:rPr>
                <w:rFonts w:ascii="Corbel" w:hAnsi="Corbel" w:cs="Times New Roman"/>
              </w:rPr>
              <w:t xml:space="preserve">; </w:t>
            </w:r>
            <w:r w:rsidR="007D6DA0" w:rsidRPr="00085080">
              <w:rPr>
                <w:rFonts w:ascii="Corbel" w:hAnsi="Corbel" w:cs="Times New Roman"/>
              </w:rPr>
              <w:t>przyjmować</w:t>
            </w:r>
            <w:r w:rsidR="0093500B" w:rsidRPr="00085080">
              <w:rPr>
                <w:rFonts w:ascii="Corbel" w:hAnsi="Corbel" w:cs="Times New Roman"/>
              </w:rPr>
              <w:t xml:space="preserve"> postaw</w:t>
            </w:r>
            <w:r w:rsidR="007D6DA0" w:rsidRPr="00085080">
              <w:rPr>
                <w:rFonts w:ascii="Corbel" w:hAnsi="Corbel" w:cs="Times New Roman"/>
              </w:rPr>
              <w:t>ę</w:t>
            </w:r>
            <w:r w:rsidR="0093500B" w:rsidRPr="00085080">
              <w:rPr>
                <w:rFonts w:ascii="Corbel" w:hAnsi="Corbel" w:cs="Times New Roman"/>
              </w:rPr>
              <w:t xml:space="preserve"> </w:t>
            </w:r>
            <w:r w:rsidRPr="00085080">
              <w:rPr>
                <w:rFonts w:ascii="Corbel" w:hAnsi="Corbel" w:cs="Times New Roman"/>
              </w:rPr>
              <w:t>otwartoś</w:t>
            </w:r>
            <w:r w:rsidR="007D6DA0" w:rsidRPr="00085080">
              <w:rPr>
                <w:rFonts w:ascii="Corbel" w:hAnsi="Corbel" w:cs="Times New Roman"/>
              </w:rPr>
              <w:t>ci</w:t>
            </w:r>
            <w:r w:rsidRPr="00085080">
              <w:rPr>
                <w:rFonts w:ascii="Corbel" w:hAnsi="Corbel" w:cs="Times New Roman"/>
              </w:rPr>
              <w:t xml:space="preserve"> na innych ludzi, </w:t>
            </w:r>
            <w:r w:rsidR="007D6DA0" w:rsidRPr="00085080">
              <w:rPr>
                <w:rFonts w:ascii="Corbel" w:hAnsi="Corbel" w:cs="Times New Roman"/>
              </w:rPr>
              <w:t>tros</w:t>
            </w:r>
            <w:r w:rsidR="006C05D2" w:rsidRPr="00085080">
              <w:rPr>
                <w:rFonts w:ascii="Corbel" w:hAnsi="Corbel" w:cs="Times New Roman"/>
              </w:rPr>
              <w:t>zczyć się</w:t>
            </w:r>
            <w:r w:rsidR="007D6DA0" w:rsidRPr="00085080">
              <w:rPr>
                <w:rFonts w:ascii="Corbel" w:hAnsi="Corbel" w:cs="Times New Roman"/>
              </w:rPr>
              <w:t xml:space="preserve"> o </w:t>
            </w:r>
            <w:r w:rsidRPr="00085080">
              <w:rPr>
                <w:rFonts w:ascii="Corbel" w:hAnsi="Corbel" w:cs="Times New Roman"/>
              </w:rPr>
              <w:t>ich zdrowi</w:t>
            </w:r>
            <w:r w:rsidR="007D6DA0" w:rsidRPr="00085080">
              <w:rPr>
                <w:rFonts w:ascii="Corbel" w:hAnsi="Corbel" w:cs="Times New Roman"/>
              </w:rPr>
              <w:t>e</w:t>
            </w:r>
            <w:r w:rsidRPr="00085080">
              <w:rPr>
                <w:rFonts w:ascii="Corbel" w:hAnsi="Corbel" w:cs="Times New Roman"/>
              </w:rPr>
              <w:t xml:space="preserve"> psychiczne</w:t>
            </w:r>
            <w:r w:rsidR="007F2522" w:rsidRPr="00085080">
              <w:rPr>
                <w:rFonts w:ascii="Corbel" w:hAnsi="Corbel" w:cs="Times New Roman"/>
              </w:rPr>
              <w:t xml:space="preserve">; </w:t>
            </w:r>
            <w:r w:rsidR="006C05D2" w:rsidRPr="00085080">
              <w:rPr>
                <w:rFonts w:ascii="Corbel" w:hAnsi="Corbel" w:cs="Times New Roman"/>
              </w:rPr>
              <w:t xml:space="preserve">zachęcać ich do złożonego, ukierunkowanego na odkrywanie sensu, rozumienia </w:t>
            </w:r>
            <w:r w:rsidRPr="00085080">
              <w:rPr>
                <w:rFonts w:ascii="Corbel" w:hAnsi="Corbel" w:cs="Times New Roman"/>
              </w:rPr>
              <w:t>świat</w:t>
            </w:r>
            <w:r w:rsidR="006C05D2" w:rsidRPr="00085080">
              <w:rPr>
                <w:rFonts w:ascii="Corbel" w:hAnsi="Corbel" w:cs="Times New Roman"/>
              </w:rPr>
              <w:t>a</w:t>
            </w:r>
          </w:p>
        </w:tc>
        <w:tc>
          <w:tcPr>
            <w:tcW w:w="1836" w:type="dxa"/>
          </w:tcPr>
          <w:p w14:paraId="3AF13A0B" w14:textId="1E5D4E12" w:rsidR="00034867" w:rsidRPr="00085080" w:rsidRDefault="00034867" w:rsidP="00AF2AF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85080">
              <w:rPr>
                <w:rFonts w:ascii="Corbel" w:hAnsi="Corbel" w:cs="Times New Roman"/>
                <w:color w:val="auto"/>
              </w:rPr>
              <w:t>K_K11</w:t>
            </w:r>
          </w:p>
        </w:tc>
      </w:tr>
    </w:tbl>
    <w:p w14:paraId="2B33DE78" w14:textId="77777777" w:rsidR="0085747A" w:rsidRPr="000850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DC7B9" w14:textId="77777777" w:rsidR="0085747A" w:rsidRPr="0008508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08508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b/>
          <w:sz w:val="24"/>
          <w:szCs w:val="24"/>
        </w:rPr>
        <w:t>3.3</w:t>
      </w:r>
      <w:r w:rsidR="001D7B54" w:rsidRPr="00085080">
        <w:rPr>
          <w:rFonts w:ascii="Corbel" w:hAnsi="Corbel"/>
          <w:b/>
          <w:sz w:val="24"/>
          <w:szCs w:val="24"/>
        </w:rPr>
        <w:t xml:space="preserve"> </w:t>
      </w:r>
      <w:r w:rsidR="0085747A" w:rsidRPr="00085080">
        <w:rPr>
          <w:rFonts w:ascii="Corbel" w:hAnsi="Corbel"/>
          <w:b/>
          <w:sz w:val="24"/>
          <w:szCs w:val="24"/>
        </w:rPr>
        <w:t>T</w:t>
      </w:r>
      <w:r w:rsidR="001D7B54" w:rsidRPr="0008508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85080">
        <w:rPr>
          <w:rFonts w:ascii="Corbel" w:hAnsi="Corbel"/>
          <w:sz w:val="24"/>
          <w:szCs w:val="24"/>
        </w:rPr>
        <w:t xml:space="preserve">  </w:t>
      </w:r>
    </w:p>
    <w:p w14:paraId="45B74AFC" w14:textId="77777777" w:rsidR="002352B6" w:rsidRPr="00085080" w:rsidRDefault="002352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0A22EC" w14:textId="6650AFEB" w:rsidR="0085747A" w:rsidRPr="0008508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sz w:val="24"/>
          <w:szCs w:val="24"/>
        </w:rPr>
        <w:t xml:space="preserve">Problematyka wykładu </w:t>
      </w:r>
    </w:p>
    <w:p w14:paraId="442CAC94" w14:textId="77777777" w:rsidR="002352B6" w:rsidRPr="00085080" w:rsidRDefault="002352B6" w:rsidP="002352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FE0932" w:rsidRPr="00085080" w14:paraId="45AE25BE" w14:textId="77777777" w:rsidTr="002352B6">
        <w:tc>
          <w:tcPr>
            <w:tcW w:w="9491" w:type="dxa"/>
          </w:tcPr>
          <w:p w14:paraId="75EAA44D" w14:textId="7FC11068" w:rsidR="00B56E1F" w:rsidRPr="00085080" w:rsidRDefault="002352B6" w:rsidP="002352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   </w:t>
            </w:r>
            <w:r w:rsidR="00B56E1F" w:rsidRPr="000850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932" w:rsidRPr="00085080" w14:paraId="7E2C3E29" w14:textId="77777777" w:rsidTr="002352B6">
        <w:tc>
          <w:tcPr>
            <w:tcW w:w="9491" w:type="dxa"/>
          </w:tcPr>
          <w:p w14:paraId="44EAC8F5" w14:textId="68EC6D9B" w:rsidR="00B56E1F" w:rsidRPr="00085080" w:rsidRDefault="00CA5962" w:rsidP="002352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Definicja</w:t>
            </w:r>
            <w:r w:rsidR="0029722B" w:rsidRPr="00085080">
              <w:rPr>
                <w:rFonts w:ascii="Corbel" w:hAnsi="Corbel"/>
                <w:sz w:val="24"/>
                <w:szCs w:val="24"/>
              </w:rPr>
              <w:t>, geneza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i</w:t>
            </w:r>
            <w:r w:rsidR="0029722B" w:rsidRPr="00085080">
              <w:rPr>
                <w:rFonts w:ascii="Corbel" w:hAnsi="Corbel"/>
                <w:sz w:val="24"/>
                <w:szCs w:val="24"/>
              </w:rPr>
              <w:t xml:space="preserve">  cele  psychologii zdrowia. Zdrowie</w:t>
            </w:r>
            <w:r w:rsidR="00C93111" w:rsidRPr="00085080">
              <w:rPr>
                <w:rFonts w:ascii="Corbel" w:hAnsi="Corbel"/>
                <w:sz w:val="24"/>
                <w:szCs w:val="24"/>
              </w:rPr>
              <w:t>, dobrostan,</w:t>
            </w:r>
            <w:r w:rsidR="0029722B" w:rsidRPr="00085080">
              <w:rPr>
                <w:rFonts w:ascii="Corbel" w:hAnsi="Corbel"/>
                <w:sz w:val="24"/>
                <w:szCs w:val="24"/>
              </w:rPr>
              <w:t xml:space="preserve"> jakość życia jako podstawowe kategorie psychologii zdrowia</w:t>
            </w:r>
            <w:r w:rsidR="001B4519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0932" w:rsidRPr="00085080" w14:paraId="792FDB21" w14:textId="77777777" w:rsidTr="002352B6">
        <w:trPr>
          <w:trHeight w:val="495"/>
        </w:trPr>
        <w:tc>
          <w:tcPr>
            <w:tcW w:w="9491" w:type="dxa"/>
          </w:tcPr>
          <w:p w14:paraId="3DA83617" w14:textId="77A5C627" w:rsidR="00741A1D" w:rsidRPr="00085080" w:rsidRDefault="001B4519" w:rsidP="002352B6">
            <w:pPr>
              <w:spacing w:line="240" w:lineRule="auto"/>
              <w:contextualSpacing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Koncepcje</w:t>
            </w:r>
            <w:r w:rsidR="00CA5962" w:rsidRPr="00085080">
              <w:rPr>
                <w:rFonts w:ascii="Corbel" w:hAnsi="Corbel"/>
                <w:sz w:val="24"/>
                <w:szCs w:val="24"/>
              </w:rPr>
              <w:t>,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modele zdrowia. Podejście holistyczne i socjoekologiczne. Orientacja patogenetyczna i salutogenetyczna.</w:t>
            </w:r>
          </w:p>
        </w:tc>
      </w:tr>
      <w:tr w:rsidR="00FE0932" w:rsidRPr="00085080" w14:paraId="2264D02A" w14:textId="77777777" w:rsidTr="002352B6">
        <w:trPr>
          <w:trHeight w:val="130"/>
        </w:trPr>
        <w:tc>
          <w:tcPr>
            <w:tcW w:w="9491" w:type="dxa"/>
          </w:tcPr>
          <w:p w14:paraId="1E0E371B" w14:textId="71A5A7AC" w:rsidR="00222CB7" w:rsidRPr="00085080" w:rsidRDefault="000E142C" w:rsidP="002352B6">
            <w:pPr>
              <w:spacing w:line="240" w:lineRule="auto"/>
              <w:contextualSpacing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085080">
              <w:rPr>
                <w:rFonts w:ascii="Corbel" w:hAnsi="Corbel"/>
                <w:noProof/>
                <w:sz w:val="24"/>
                <w:szCs w:val="24"/>
              </w:rPr>
              <w:t>Zdrowie psychiczne w ujęciu „kompletnym” Keyes,</w:t>
            </w:r>
            <w:r w:rsidR="005D08B8" w:rsidRPr="00085080">
              <w:rPr>
                <w:rFonts w:ascii="Corbel" w:hAnsi="Corbel"/>
                <w:noProof/>
                <w:sz w:val="24"/>
                <w:szCs w:val="24"/>
              </w:rPr>
              <w:t xml:space="preserve"> Lopez</w:t>
            </w:r>
            <w:r w:rsidRPr="00085080">
              <w:rPr>
                <w:rFonts w:ascii="Corbel" w:hAnsi="Corbel"/>
                <w:noProof/>
                <w:sz w:val="24"/>
                <w:szCs w:val="24"/>
              </w:rPr>
              <w:t xml:space="preserve"> vs.</w:t>
            </w:r>
            <w:r w:rsidR="003877E1" w:rsidRPr="00085080">
              <w:rPr>
                <w:rFonts w:ascii="Corbel" w:hAnsi="Corbel"/>
                <w:noProof/>
                <w:sz w:val="24"/>
                <w:szCs w:val="24"/>
              </w:rPr>
              <w:t xml:space="preserve"> </w:t>
            </w:r>
            <w:r w:rsidR="001C332A" w:rsidRPr="00085080">
              <w:rPr>
                <w:rFonts w:ascii="Corbel" w:hAnsi="Corbel"/>
                <w:noProof/>
                <w:sz w:val="24"/>
                <w:szCs w:val="24"/>
              </w:rPr>
              <w:t xml:space="preserve">teorii </w:t>
            </w:r>
            <w:r w:rsidRPr="00085080">
              <w:rPr>
                <w:rFonts w:ascii="Corbel" w:hAnsi="Corbel"/>
                <w:noProof/>
                <w:sz w:val="24"/>
                <w:szCs w:val="24"/>
              </w:rPr>
              <w:t>dezintegracji pozytywnej Dąbrowskiego.</w:t>
            </w:r>
            <w:r w:rsidR="0028550E" w:rsidRPr="00085080">
              <w:rPr>
                <w:rFonts w:ascii="Corbel" w:hAnsi="Corbel"/>
                <w:noProof/>
                <w:sz w:val="24"/>
                <w:szCs w:val="24"/>
              </w:rPr>
              <w:t xml:space="preserve"> </w:t>
            </w:r>
          </w:p>
        </w:tc>
      </w:tr>
      <w:tr w:rsidR="00FE0932" w:rsidRPr="00085080" w14:paraId="6B61C5B0" w14:textId="77777777" w:rsidTr="002352B6">
        <w:tc>
          <w:tcPr>
            <w:tcW w:w="9491" w:type="dxa"/>
          </w:tcPr>
          <w:p w14:paraId="7C5F342E" w14:textId="2C9398EB" w:rsidR="00B56E1F" w:rsidRPr="00085080" w:rsidRDefault="00D90F18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Psychologiczne mechanizmy chorób i dysfunkcji somatycznych. Psychoneuroimmunologia</w:t>
            </w:r>
            <w:r w:rsidR="00306BD1" w:rsidRPr="00085080">
              <w:rPr>
                <w:rFonts w:ascii="Corbel" w:hAnsi="Corbel"/>
                <w:sz w:val="24"/>
                <w:szCs w:val="24"/>
              </w:rPr>
              <w:t>.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E0932" w:rsidRPr="00085080" w14:paraId="06737D22" w14:textId="77777777" w:rsidTr="002352B6">
        <w:tc>
          <w:tcPr>
            <w:tcW w:w="9491" w:type="dxa"/>
          </w:tcPr>
          <w:p w14:paraId="72CB9080" w14:textId="0AB3ABCA" w:rsidR="000947CE" w:rsidRPr="00085080" w:rsidRDefault="00D90F18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Psychologiczne </w:t>
            </w:r>
            <w:r w:rsidR="00401295" w:rsidRPr="00085080">
              <w:rPr>
                <w:rFonts w:ascii="Corbel" w:hAnsi="Corbel"/>
                <w:sz w:val="24"/>
                <w:szCs w:val="24"/>
              </w:rPr>
              <w:t>uwarunkowania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postrzegania i przeżywania choroby</w:t>
            </w:r>
            <w:r w:rsidR="00401295" w:rsidRPr="00085080">
              <w:rPr>
                <w:rFonts w:ascii="Corbel" w:hAnsi="Corbel"/>
                <w:sz w:val="24"/>
                <w:szCs w:val="24"/>
              </w:rPr>
              <w:t>. Psychol</w:t>
            </w:r>
            <w:r w:rsidR="00D17AC2" w:rsidRPr="00085080">
              <w:rPr>
                <w:rFonts w:ascii="Corbel" w:hAnsi="Corbel"/>
                <w:sz w:val="24"/>
                <w:szCs w:val="24"/>
              </w:rPr>
              <w:t>ogia bólu</w:t>
            </w:r>
            <w:r w:rsidR="00401295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0932" w:rsidRPr="00085080" w14:paraId="660E9656" w14:textId="77777777" w:rsidTr="002352B6">
        <w:tc>
          <w:tcPr>
            <w:tcW w:w="9491" w:type="dxa"/>
          </w:tcPr>
          <w:p w14:paraId="332D25C4" w14:textId="019986D8" w:rsidR="000C374C" w:rsidRPr="00085080" w:rsidRDefault="00E036AB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Stres </w:t>
            </w:r>
            <w:r w:rsidR="00823718" w:rsidRPr="00085080">
              <w:rPr>
                <w:rFonts w:ascii="Corbel" w:hAnsi="Corbel"/>
                <w:sz w:val="24"/>
                <w:szCs w:val="24"/>
              </w:rPr>
              <w:t xml:space="preserve">psychologiczny i strategie radzenia sobie. </w:t>
            </w:r>
            <w:r w:rsidR="00383A53" w:rsidRPr="00085080">
              <w:rPr>
                <w:rFonts w:ascii="Corbel" w:hAnsi="Corbel"/>
                <w:sz w:val="24"/>
                <w:szCs w:val="24"/>
              </w:rPr>
              <w:t>Wtórny stres traumatyczny. Wypalenie  zawodowe.</w:t>
            </w:r>
          </w:p>
        </w:tc>
      </w:tr>
      <w:tr w:rsidR="00FE0932" w:rsidRPr="00085080" w14:paraId="3D6CFE46" w14:textId="77777777" w:rsidTr="002352B6">
        <w:tc>
          <w:tcPr>
            <w:tcW w:w="9491" w:type="dxa"/>
          </w:tcPr>
          <w:p w14:paraId="44F31B59" w14:textId="77AD1EC6" w:rsidR="000C374C" w:rsidRPr="00085080" w:rsidRDefault="00D17AC2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T</w:t>
            </w:r>
            <w:r w:rsidR="00823718" w:rsidRPr="00085080">
              <w:rPr>
                <w:rFonts w:ascii="Corbel" w:hAnsi="Corbel"/>
                <w:sz w:val="24"/>
                <w:szCs w:val="24"/>
              </w:rPr>
              <w:t>eori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a </w:t>
            </w:r>
            <w:r w:rsidR="00823718" w:rsidRPr="00085080">
              <w:rPr>
                <w:rFonts w:ascii="Corbel" w:hAnsi="Corbel"/>
                <w:sz w:val="24"/>
                <w:szCs w:val="24"/>
              </w:rPr>
              <w:t>zachowania zasobów</w:t>
            </w:r>
            <w:r w:rsidR="00CA5962" w:rsidRPr="00085080">
              <w:rPr>
                <w:rFonts w:ascii="Corbel" w:hAnsi="Corbel"/>
                <w:sz w:val="24"/>
                <w:szCs w:val="24"/>
              </w:rPr>
              <w:t xml:space="preserve"> Hobfolla</w:t>
            </w:r>
            <w:r w:rsidR="00383A53" w:rsidRPr="00085080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77E1" w:rsidRPr="00085080">
              <w:rPr>
                <w:rFonts w:ascii="Corbel" w:hAnsi="Corbel"/>
                <w:sz w:val="24"/>
                <w:szCs w:val="24"/>
              </w:rPr>
              <w:t>Kategorie</w:t>
            </w:r>
            <w:r w:rsidR="00383A53" w:rsidRPr="00085080">
              <w:rPr>
                <w:rFonts w:ascii="Corbel" w:hAnsi="Corbel"/>
                <w:sz w:val="24"/>
                <w:szCs w:val="24"/>
              </w:rPr>
              <w:t xml:space="preserve"> zasobów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i ich kontekst </w:t>
            </w:r>
            <w:r w:rsidR="00383A53" w:rsidRPr="00085080">
              <w:rPr>
                <w:rFonts w:ascii="Corbel" w:hAnsi="Corbel"/>
                <w:sz w:val="24"/>
                <w:szCs w:val="24"/>
              </w:rPr>
              <w:t>kulturowy. Paradoksy przyj</w:t>
            </w:r>
            <w:r w:rsidR="003877E1" w:rsidRPr="00085080">
              <w:rPr>
                <w:rFonts w:ascii="Corbel" w:hAnsi="Corbel"/>
                <w:sz w:val="24"/>
                <w:szCs w:val="24"/>
              </w:rPr>
              <w:t>mowania</w:t>
            </w:r>
            <w:r w:rsidR="00383A53" w:rsidRPr="00085080">
              <w:rPr>
                <w:rFonts w:ascii="Corbel" w:hAnsi="Corbel"/>
                <w:sz w:val="24"/>
                <w:szCs w:val="24"/>
              </w:rPr>
              <w:t xml:space="preserve"> perspektywy ego- i ekosystemowej. </w:t>
            </w:r>
            <w:r w:rsidR="00823718" w:rsidRPr="00085080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FE0932" w:rsidRPr="00085080" w14:paraId="7727B4F7" w14:textId="77777777" w:rsidTr="002352B6">
        <w:tc>
          <w:tcPr>
            <w:tcW w:w="9491" w:type="dxa"/>
          </w:tcPr>
          <w:p w14:paraId="6A8B256D" w14:textId="4E0B3859" w:rsidR="00401295" w:rsidRPr="00085080" w:rsidRDefault="004D099B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Psychologiczne aspekty opieki zdrowotnej. </w:t>
            </w:r>
            <w:r w:rsidR="006A678B" w:rsidRPr="00085080">
              <w:rPr>
                <w:rFonts w:ascii="Corbel" w:hAnsi="Corbel"/>
                <w:sz w:val="24"/>
                <w:szCs w:val="24"/>
              </w:rPr>
              <w:t>Zadania p</w:t>
            </w:r>
            <w:r w:rsidRPr="00085080">
              <w:rPr>
                <w:rFonts w:ascii="Corbel" w:hAnsi="Corbel"/>
                <w:sz w:val="24"/>
                <w:szCs w:val="24"/>
              </w:rPr>
              <w:t>sychologi</w:t>
            </w:r>
            <w:r w:rsidR="006A678B" w:rsidRPr="00085080">
              <w:rPr>
                <w:rFonts w:ascii="Corbel" w:hAnsi="Corbel"/>
                <w:sz w:val="24"/>
                <w:szCs w:val="24"/>
              </w:rPr>
              <w:t>i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zdrowia w wybranych działach medycyny. Medycyna narracyjna</w:t>
            </w:r>
            <w:r w:rsidR="00A16F14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0932" w:rsidRPr="00085080" w14:paraId="2348B559" w14:textId="77777777" w:rsidTr="002352B6">
        <w:tc>
          <w:tcPr>
            <w:tcW w:w="9491" w:type="dxa"/>
          </w:tcPr>
          <w:p w14:paraId="10518ADB" w14:textId="743E5417" w:rsidR="00401295" w:rsidRPr="00085080" w:rsidRDefault="004D099B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Profila</w:t>
            </w:r>
            <w:r w:rsidR="004276AA" w:rsidRPr="00085080">
              <w:rPr>
                <w:rFonts w:ascii="Corbel" w:hAnsi="Corbel"/>
                <w:sz w:val="24"/>
                <w:szCs w:val="24"/>
              </w:rPr>
              <w:t>ktyka oraz i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nterwencje psychologiczne w psychologii zdrowia. </w:t>
            </w:r>
          </w:p>
        </w:tc>
      </w:tr>
      <w:tr w:rsidR="00A16F14" w:rsidRPr="00085080" w14:paraId="2BE56D95" w14:textId="77777777" w:rsidTr="002352B6">
        <w:trPr>
          <w:trHeight w:val="46"/>
        </w:trPr>
        <w:tc>
          <w:tcPr>
            <w:tcW w:w="9491" w:type="dxa"/>
          </w:tcPr>
          <w:p w14:paraId="2F996C88" w14:textId="5D729463" w:rsidR="00A16F14" w:rsidRPr="00085080" w:rsidRDefault="00A16F14" w:rsidP="002352B6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Od kondycji zdrowotnej do ludzkiej. Jakość życia a spełnienie się. Los  człowieka jako problem psychologiczny. Cnoty w ujęciu sygnaturowym vs. klasycznym.</w:t>
            </w:r>
          </w:p>
        </w:tc>
      </w:tr>
    </w:tbl>
    <w:p w14:paraId="489C14F2" w14:textId="77777777" w:rsidR="002352B6" w:rsidRPr="00085080" w:rsidRDefault="002352B6" w:rsidP="002352B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681B8C2" w14:textId="5A27EC2B" w:rsidR="0085747A" w:rsidRPr="0008508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85080">
        <w:rPr>
          <w:rFonts w:ascii="Corbel" w:hAnsi="Corbel"/>
          <w:sz w:val="24"/>
          <w:szCs w:val="24"/>
        </w:rPr>
        <w:t xml:space="preserve">Problematyka ćwiczeń  </w:t>
      </w:r>
    </w:p>
    <w:p w14:paraId="6999E0DC" w14:textId="77777777" w:rsidR="0085747A" w:rsidRPr="0008508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932" w:rsidRPr="00085080" w14:paraId="71BA15D0" w14:textId="77777777" w:rsidTr="00BD0030">
        <w:tc>
          <w:tcPr>
            <w:tcW w:w="9520" w:type="dxa"/>
          </w:tcPr>
          <w:p w14:paraId="4F5457D3" w14:textId="2E3667EF" w:rsidR="0085747A" w:rsidRPr="00085080" w:rsidRDefault="002352B6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   </w:t>
            </w:r>
            <w:r w:rsidR="0085747A" w:rsidRPr="0008508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932" w:rsidRPr="00085080" w14:paraId="5CDAB37D" w14:textId="77777777" w:rsidTr="00BD0030">
        <w:tc>
          <w:tcPr>
            <w:tcW w:w="9520" w:type="dxa"/>
          </w:tcPr>
          <w:p w14:paraId="0AE3B671" w14:textId="03DA1E81" w:rsidR="0085747A" w:rsidRPr="00085080" w:rsidRDefault="003B0ED6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Zdrowie psychologa. </w:t>
            </w:r>
            <w:r w:rsidR="00687AD0" w:rsidRPr="00085080">
              <w:rPr>
                <w:rFonts w:ascii="Corbel" w:hAnsi="Corbel"/>
                <w:sz w:val="24"/>
                <w:szCs w:val="24"/>
              </w:rPr>
              <w:t xml:space="preserve">Tzw. konflikty rodzina-praca. Godzenie ról </w:t>
            </w:r>
            <w:r w:rsidR="003E255B" w:rsidRPr="00085080">
              <w:rPr>
                <w:rFonts w:ascii="Corbel" w:hAnsi="Corbel"/>
                <w:sz w:val="24"/>
                <w:szCs w:val="24"/>
              </w:rPr>
              <w:t>zawodow</w:t>
            </w:r>
            <w:r w:rsidR="00687AD0" w:rsidRPr="00085080">
              <w:rPr>
                <w:rFonts w:ascii="Corbel" w:hAnsi="Corbel"/>
                <w:sz w:val="24"/>
                <w:szCs w:val="24"/>
              </w:rPr>
              <w:t>ych, rodzinnych i społecznych</w:t>
            </w:r>
            <w:r w:rsidR="003E255B" w:rsidRPr="0008508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E0932" w:rsidRPr="00085080" w14:paraId="119668E6" w14:textId="77777777" w:rsidTr="00BD0030">
        <w:tc>
          <w:tcPr>
            <w:tcW w:w="9520" w:type="dxa"/>
          </w:tcPr>
          <w:p w14:paraId="4D24A338" w14:textId="584FE4AC" w:rsidR="003B0ED6" w:rsidRPr="00085080" w:rsidRDefault="00B147DF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Implikacje m</w:t>
            </w:r>
            <w:r w:rsidR="003B0ED6" w:rsidRPr="00085080">
              <w:rPr>
                <w:rFonts w:ascii="Corbel" w:hAnsi="Corbel"/>
                <w:sz w:val="24"/>
                <w:szCs w:val="24"/>
              </w:rPr>
              <w:t>odel</w:t>
            </w:r>
            <w:r w:rsidRPr="00085080">
              <w:rPr>
                <w:rFonts w:ascii="Corbel" w:hAnsi="Corbel"/>
                <w:sz w:val="24"/>
                <w:szCs w:val="24"/>
              </w:rPr>
              <w:t>u</w:t>
            </w:r>
            <w:r w:rsidR="003B0ED6" w:rsidRPr="00085080">
              <w:rPr>
                <w:rFonts w:ascii="Corbel" w:hAnsi="Corbel"/>
                <w:sz w:val="24"/>
                <w:szCs w:val="24"/>
              </w:rPr>
              <w:t xml:space="preserve"> zdrowia psychicznego Keyes i Lopez </w:t>
            </w:r>
            <w:r w:rsidRPr="00085080">
              <w:rPr>
                <w:rFonts w:ascii="Corbel" w:hAnsi="Corbel"/>
                <w:sz w:val="24"/>
                <w:szCs w:val="24"/>
              </w:rPr>
              <w:t>dla</w:t>
            </w:r>
            <w:r w:rsidR="003B0ED6" w:rsidRPr="00085080">
              <w:rPr>
                <w:rFonts w:ascii="Corbel" w:hAnsi="Corbel"/>
                <w:sz w:val="24"/>
                <w:szCs w:val="24"/>
              </w:rPr>
              <w:t xml:space="preserve"> praktyki psychologicznej</w:t>
            </w:r>
          </w:p>
        </w:tc>
      </w:tr>
      <w:tr w:rsidR="00FE0932" w:rsidRPr="00085080" w14:paraId="6D6F6BB4" w14:textId="77777777" w:rsidTr="00BD0030">
        <w:tc>
          <w:tcPr>
            <w:tcW w:w="9520" w:type="dxa"/>
          </w:tcPr>
          <w:p w14:paraId="5242F2F4" w14:textId="68DF6049" w:rsidR="003B0ED6" w:rsidRPr="00085080" w:rsidRDefault="00D34C89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Ocena i odkrywanie własnych zasobów a radzenie sobie w sytuacjach trudnych.</w:t>
            </w:r>
          </w:p>
        </w:tc>
      </w:tr>
      <w:tr w:rsidR="00FE0932" w:rsidRPr="00085080" w14:paraId="4A55A02E" w14:textId="77777777" w:rsidTr="00BD0030">
        <w:tc>
          <w:tcPr>
            <w:tcW w:w="9520" w:type="dxa"/>
          </w:tcPr>
          <w:p w14:paraId="73D4EB59" w14:textId="6D01A969" w:rsidR="00F357CD" w:rsidRPr="00085080" w:rsidRDefault="00F357CD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Psychologia zdrowia a medycyna narracyjna. Narracyjne ujęcie kontaktu lekarz-pacjent. Całościowe rozumienie problemu pacjenta w kontekście jego historii życia</w:t>
            </w:r>
            <w:r w:rsidR="00AA68C5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0932" w:rsidRPr="00085080" w14:paraId="7C2F5944" w14:textId="77777777" w:rsidTr="00BD0030">
        <w:tc>
          <w:tcPr>
            <w:tcW w:w="9520" w:type="dxa"/>
          </w:tcPr>
          <w:p w14:paraId="53FF1757" w14:textId="5E148787" w:rsidR="00F357CD" w:rsidRPr="00085080" w:rsidRDefault="00F357CD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Analiza opowieści o własnym życiu z wykorzystaniem narzędzi teorii</w:t>
            </w:r>
            <w:r w:rsidR="00526825" w:rsidRPr="00085080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i jej zastosowanie w psychologii zdrowia.</w:t>
            </w:r>
          </w:p>
        </w:tc>
      </w:tr>
      <w:tr w:rsidR="00FE0932" w:rsidRPr="00085080" w14:paraId="1890AC6B" w14:textId="77777777" w:rsidTr="00BD0030">
        <w:tc>
          <w:tcPr>
            <w:tcW w:w="9520" w:type="dxa"/>
          </w:tcPr>
          <w:p w14:paraId="3F8CD33D" w14:textId="0C8FC65B" w:rsidR="00F357CD" w:rsidRPr="00085080" w:rsidRDefault="00802DCF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Zdrowie jednostki a </w:t>
            </w:r>
            <w:r w:rsidR="007302C5" w:rsidRPr="00085080">
              <w:rPr>
                <w:rFonts w:ascii="Corbel" w:hAnsi="Corbel"/>
                <w:sz w:val="24"/>
                <w:szCs w:val="24"/>
              </w:rPr>
              <w:t>„</w:t>
            </w:r>
            <w:r w:rsidRPr="00085080">
              <w:rPr>
                <w:rFonts w:ascii="Corbel" w:hAnsi="Corbel"/>
                <w:sz w:val="24"/>
                <w:szCs w:val="24"/>
              </w:rPr>
              <w:t>zdrowie</w:t>
            </w:r>
            <w:r w:rsidR="007302C5" w:rsidRPr="00085080">
              <w:rPr>
                <w:rFonts w:ascii="Corbel" w:hAnsi="Corbel"/>
                <w:sz w:val="24"/>
                <w:szCs w:val="24"/>
              </w:rPr>
              <w:t>”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systemu pracowniczego.</w:t>
            </w:r>
          </w:p>
        </w:tc>
      </w:tr>
      <w:tr w:rsidR="00FE0932" w:rsidRPr="00085080" w14:paraId="6582A315" w14:textId="77777777" w:rsidTr="00BD0030">
        <w:tc>
          <w:tcPr>
            <w:tcW w:w="9520" w:type="dxa"/>
          </w:tcPr>
          <w:p w14:paraId="00FF8449" w14:textId="5DF79ADC" w:rsidR="00F357CD" w:rsidRPr="00085080" w:rsidRDefault="008C2CDB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Interwencje prozdrowotne w </w:t>
            </w:r>
            <w:r w:rsidR="00987613" w:rsidRPr="00085080">
              <w:rPr>
                <w:rFonts w:ascii="Corbel" w:hAnsi="Corbel"/>
                <w:sz w:val="24"/>
                <w:szCs w:val="24"/>
              </w:rPr>
              <w:t>placówkach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</w:t>
            </w:r>
            <w:r w:rsidR="00987613" w:rsidRPr="00085080">
              <w:rPr>
                <w:rFonts w:ascii="Corbel" w:hAnsi="Corbel"/>
                <w:sz w:val="24"/>
                <w:szCs w:val="24"/>
              </w:rPr>
              <w:t>służby zdrowia i szkolno-wychowawczych</w:t>
            </w:r>
            <w:r w:rsidR="00802DCF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0932" w:rsidRPr="00085080" w14:paraId="7D7C95CD" w14:textId="77777777" w:rsidTr="00BD0030">
        <w:tc>
          <w:tcPr>
            <w:tcW w:w="9520" w:type="dxa"/>
          </w:tcPr>
          <w:p w14:paraId="168B6A60" w14:textId="6C860884" w:rsidR="008C2CDB" w:rsidRPr="00085080" w:rsidRDefault="008C2CDB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Diagnoza </w:t>
            </w:r>
            <w:r w:rsidR="005F7329" w:rsidRPr="00085080">
              <w:rPr>
                <w:rFonts w:ascii="Corbel" w:hAnsi="Corbel"/>
                <w:sz w:val="24"/>
                <w:szCs w:val="24"/>
              </w:rPr>
              <w:t xml:space="preserve">i konceptualizacja </w:t>
            </w:r>
            <w:r w:rsidRPr="00085080">
              <w:rPr>
                <w:rFonts w:ascii="Corbel" w:hAnsi="Corbel"/>
                <w:sz w:val="24"/>
                <w:szCs w:val="24"/>
              </w:rPr>
              <w:t>problemów wymagających interwencji prozdrowotnych</w:t>
            </w:r>
            <w:r w:rsidR="00AA68C5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E0932" w:rsidRPr="00085080" w14:paraId="7AADDE76" w14:textId="77777777" w:rsidTr="00BD0030">
        <w:tc>
          <w:tcPr>
            <w:tcW w:w="9520" w:type="dxa"/>
          </w:tcPr>
          <w:p w14:paraId="20EE8D42" w14:textId="6FA9A9EA" w:rsidR="008C2CDB" w:rsidRPr="00085080" w:rsidRDefault="008C2CDB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Projektowanie </w:t>
            </w:r>
            <w:r w:rsidR="008372F8" w:rsidRPr="00085080">
              <w:rPr>
                <w:rFonts w:ascii="Corbel" w:hAnsi="Corbel"/>
                <w:sz w:val="24"/>
                <w:szCs w:val="24"/>
              </w:rPr>
              <w:t>programów oraz interwencji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prozdrowotnych na poziomie indywidualnym, rodzinnym i społecznym</w:t>
            </w:r>
            <w:r w:rsidR="00AA68C5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C2CDB" w:rsidRPr="00085080" w14:paraId="2ECA63BB" w14:textId="77777777" w:rsidTr="00BD0030">
        <w:tc>
          <w:tcPr>
            <w:tcW w:w="9520" w:type="dxa"/>
          </w:tcPr>
          <w:p w14:paraId="532E3594" w14:textId="7AD0B726" w:rsidR="008C2CDB" w:rsidRPr="00085080" w:rsidRDefault="00D04E97" w:rsidP="002352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Poza beztroską i </w:t>
            </w:r>
            <w:r w:rsidR="008C2CDB" w:rsidRPr="00085080">
              <w:rPr>
                <w:rFonts w:ascii="Corbel" w:hAnsi="Corbel"/>
                <w:sz w:val="24"/>
                <w:szCs w:val="24"/>
              </w:rPr>
              <w:t>kultem zdrowego stylu życia</w:t>
            </w:r>
            <w:r w:rsidRPr="00085080">
              <w:rPr>
                <w:rFonts w:ascii="Corbel" w:hAnsi="Corbel"/>
                <w:sz w:val="24"/>
                <w:szCs w:val="24"/>
              </w:rPr>
              <w:t>: p</w:t>
            </w:r>
            <w:r w:rsidR="008C2CDB" w:rsidRPr="00085080">
              <w:rPr>
                <w:rFonts w:ascii="Corbel" w:hAnsi="Corbel"/>
                <w:sz w:val="24"/>
                <w:szCs w:val="24"/>
              </w:rPr>
              <w:t>erspektywa personalistyczno-egzystencjalna</w:t>
            </w:r>
            <w:r w:rsidR="00A40FA4" w:rsidRPr="0008508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A5BD926" w14:textId="77777777" w:rsidR="00255405" w:rsidRPr="00085080" w:rsidRDefault="002554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A5EA8D" w14:textId="604C7A9B" w:rsidR="0085747A" w:rsidRPr="0008508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>3.4 Metody dydaktyczne</w:t>
      </w:r>
      <w:r w:rsidRPr="00085080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085080" w:rsidRDefault="0085747A" w:rsidP="00741A1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14:paraId="1EDA90A8" w14:textId="1C353687" w:rsidR="0085747A" w:rsidRPr="00085080" w:rsidRDefault="00A9279A" w:rsidP="00741A1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- </w:t>
      </w:r>
      <w:r w:rsidR="00B56E1F" w:rsidRPr="00085080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269A1C4B" w:rsidR="00E960BB" w:rsidRPr="00085080" w:rsidRDefault="00A9279A" w:rsidP="00741A1D">
      <w:pPr>
        <w:pStyle w:val="Punktygwne"/>
        <w:tabs>
          <w:tab w:val="left" w:pos="284"/>
        </w:tabs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- </w:t>
      </w:r>
      <w:r w:rsidR="00522231" w:rsidRPr="00085080">
        <w:rPr>
          <w:rFonts w:ascii="Corbel" w:hAnsi="Corbel"/>
          <w:b w:val="0"/>
          <w:smallCaps w:val="0"/>
          <w:szCs w:val="24"/>
        </w:rPr>
        <w:t>Analiza przypadku, dyskusja</w:t>
      </w:r>
      <w:r w:rsidR="002352B6" w:rsidRPr="00085080">
        <w:rPr>
          <w:rFonts w:ascii="Corbel" w:hAnsi="Corbel"/>
          <w:b w:val="0"/>
          <w:smallCaps w:val="0"/>
          <w:szCs w:val="24"/>
        </w:rPr>
        <w:t xml:space="preserve"> z elementami </w:t>
      </w:r>
      <w:r w:rsidR="00741A1D" w:rsidRPr="00085080">
        <w:rPr>
          <w:rFonts w:ascii="Corbel" w:hAnsi="Corbel"/>
          <w:b w:val="0"/>
          <w:smallCaps w:val="0"/>
          <w:szCs w:val="24"/>
        </w:rPr>
        <w:t>debat</w:t>
      </w:r>
      <w:r w:rsidR="002352B6" w:rsidRPr="00085080">
        <w:rPr>
          <w:rFonts w:ascii="Corbel" w:hAnsi="Corbel"/>
          <w:b w:val="0"/>
          <w:smallCaps w:val="0"/>
          <w:szCs w:val="24"/>
        </w:rPr>
        <w:t>y</w:t>
      </w:r>
      <w:r w:rsidR="00741A1D" w:rsidRPr="00085080">
        <w:rPr>
          <w:rFonts w:ascii="Corbel" w:hAnsi="Corbel"/>
          <w:b w:val="0"/>
          <w:smallCaps w:val="0"/>
          <w:szCs w:val="24"/>
        </w:rPr>
        <w:t xml:space="preserve"> oksfordzk</w:t>
      </w:r>
      <w:r w:rsidR="002352B6" w:rsidRPr="00085080">
        <w:rPr>
          <w:rFonts w:ascii="Corbel" w:hAnsi="Corbel"/>
          <w:b w:val="0"/>
          <w:smallCaps w:val="0"/>
          <w:szCs w:val="24"/>
        </w:rPr>
        <w:t>iej</w:t>
      </w:r>
      <w:r w:rsidR="00741A1D" w:rsidRPr="00085080">
        <w:rPr>
          <w:rFonts w:ascii="Corbel" w:hAnsi="Corbel"/>
          <w:b w:val="0"/>
          <w:smallCaps w:val="0"/>
          <w:szCs w:val="24"/>
        </w:rPr>
        <w:t xml:space="preserve">, </w:t>
      </w:r>
      <w:r w:rsidR="00D34983" w:rsidRPr="00085080">
        <w:rPr>
          <w:rFonts w:ascii="Corbel" w:hAnsi="Corbel"/>
          <w:b w:val="0"/>
          <w:smallCaps w:val="0"/>
          <w:szCs w:val="24"/>
        </w:rPr>
        <w:t>praca w małych grupach nad zadaniami problemowymi</w:t>
      </w:r>
      <w:r w:rsidR="00741A1D" w:rsidRPr="00085080">
        <w:rPr>
          <w:rFonts w:ascii="Corbel" w:hAnsi="Corbel"/>
          <w:b w:val="0"/>
          <w:smallCaps w:val="0"/>
          <w:szCs w:val="24"/>
        </w:rPr>
        <w:t xml:space="preserve">, metody burzy mózgów, praca projektowa </w:t>
      </w:r>
    </w:p>
    <w:p w14:paraId="72D414DF" w14:textId="77777777" w:rsidR="00522231" w:rsidRPr="00085080" w:rsidRDefault="0052223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1FEABBEC" w14:textId="77777777" w:rsidR="0085747A" w:rsidRPr="0008508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 xml:space="preserve">4. </w:t>
      </w:r>
      <w:r w:rsidR="0085747A" w:rsidRPr="00085080">
        <w:rPr>
          <w:rFonts w:ascii="Corbel" w:hAnsi="Corbel"/>
          <w:smallCaps w:val="0"/>
          <w:szCs w:val="24"/>
        </w:rPr>
        <w:t>METODY I KRYTERIA OCENY</w:t>
      </w:r>
      <w:r w:rsidR="009F4610" w:rsidRPr="00085080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08508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08508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85080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0850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932" w:rsidRPr="00085080" w14:paraId="5612E398" w14:textId="77777777" w:rsidTr="000D4010">
        <w:tc>
          <w:tcPr>
            <w:tcW w:w="1962" w:type="dxa"/>
            <w:vAlign w:val="center"/>
          </w:tcPr>
          <w:p w14:paraId="70DCFA80" w14:textId="77777777" w:rsidR="0085747A" w:rsidRPr="00085080" w:rsidRDefault="0071620A" w:rsidP="005566D4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8508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4DCEA8BC" w:rsidR="0085747A" w:rsidRPr="00085080" w:rsidRDefault="00A84C85" w:rsidP="005566D4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85080">
              <w:rPr>
                <w:rFonts w:ascii="Corbel" w:hAnsi="Corbel"/>
                <w:b w:val="0"/>
                <w:smallCaps w:val="0"/>
                <w:sz w:val="22"/>
              </w:rPr>
              <w:t xml:space="preserve">Metody oceny efektów uczenia </w:t>
            </w:r>
            <w:r w:rsidR="00ED462A" w:rsidRPr="00085080">
              <w:rPr>
                <w:rFonts w:ascii="Corbel" w:hAnsi="Corbel"/>
                <w:b w:val="0"/>
                <w:smallCaps w:val="0"/>
                <w:sz w:val="22"/>
              </w:rPr>
              <w:t>się</w:t>
            </w:r>
          </w:p>
          <w:p w14:paraId="0057FDD6" w14:textId="77777777" w:rsidR="0085747A" w:rsidRPr="00085080" w:rsidRDefault="009F4610" w:rsidP="005566D4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85080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85747A" w:rsidRPr="00085080">
              <w:rPr>
                <w:rFonts w:ascii="Corbel" w:hAnsi="Corbel"/>
                <w:b w:val="0"/>
                <w:smallCaps w:val="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085080" w:rsidRDefault="0085747A" w:rsidP="005566D4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85080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F107987" w14:textId="77777777" w:rsidR="0085747A" w:rsidRPr="00085080" w:rsidRDefault="0085747A" w:rsidP="005566D4">
            <w:pPr>
              <w:pStyle w:val="Punktygwne"/>
              <w:spacing w:before="0" w:after="0"/>
              <w:contextualSpacing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85080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FE0932" w:rsidRPr="00085080" w14:paraId="310B68A6" w14:textId="77777777" w:rsidTr="000D4010">
        <w:tc>
          <w:tcPr>
            <w:tcW w:w="1962" w:type="dxa"/>
          </w:tcPr>
          <w:p w14:paraId="2DB216DC" w14:textId="77777777" w:rsidR="00B0496C" w:rsidRPr="00085080" w:rsidRDefault="00B0496C" w:rsidP="005566D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1B305A95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egzamin pisemny, projekt</w:t>
            </w:r>
          </w:p>
        </w:tc>
        <w:tc>
          <w:tcPr>
            <w:tcW w:w="2117" w:type="dxa"/>
          </w:tcPr>
          <w:p w14:paraId="0C36E567" w14:textId="0BF840AA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E0932" w:rsidRPr="00085080" w14:paraId="4C7DF8DE" w14:textId="77777777" w:rsidTr="000D4010">
        <w:tc>
          <w:tcPr>
            <w:tcW w:w="1962" w:type="dxa"/>
          </w:tcPr>
          <w:p w14:paraId="1DBA860B" w14:textId="77777777" w:rsidR="00B0496C" w:rsidRPr="00085080" w:rsidRDefault="00B0496C" w:rsidP="005566D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746F8DF9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egzamin pisemny, projekt</w:t>
            </w:r>
          </w:p>
        </w:tc>
        <w:tc>
          <w:tcPr>
            <w:tcW w:w="2117" w:type="dxa"/>
          </w:tcPr>
          <w:p w14:paraId="18428F3E" w14:textId="4737FC9D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E0932" w:rsidRPr="00085080" w14:paraId="17156572" w14:textId="77777777" w:rsidTr="000D4010">
        <w:tc>
          <w:tcPr>
            <w:tcW w:w="1962" w:type="dxa"/>
          </w:tcPr>
          <w:p w14:paraId="17C13118" w14:textId="69B1B602" w:rsidR="00B0496C" w:rsidRPr="00085080" w:rsidRDefault="00B0496C" w:rsidP="005566D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  <w:r w:rsidR="001B14C2" w:rsidRPr="00085080">
              <w:rPr>
                <w:rFonts w:ascii="Corbel" w:hAnsi="Corbel"/>
                <w:b w:val="0"/>
                <w:smallCaps w:val="0"/>
                <w:szCs w:val="24"/>
              </w:rPr>
              <w:t>-EK_04</w:t>
            </w:r>
          </w:p>
        </w:tc>
        <w:tc>
          <w:tcPr>
            <w:tcW w:w="5441" w:type="dxa"/>
          </w:tcPr>
          <w:p w14:paraId="69853464" w14:textId="248E9D8E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637D5E4" w14:textId="2380007E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E0932" w:rsidRPr="00085080" w14:paraId="13B19633" w14:textId="77777777" w:rsidTr="000D4010">
        <w:tc>
          <w:tcPr>
            <w:tcW w:w="1962" w:type="dxa"/>
          </w:tcPr>
          <w:p w14:paraId="2AE1832F" w14:textId="5EFA033F" w:rsidR="00B0496C" w:rsidRPr="00085080" w:rsidRDefault="00B0496C" w:rsidP="005566D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14C2" w:rsidRPr="0008508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8726177" w14:textId="0A1B7127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4711DF55" w14:textId="7911E002" w:rsidR="00B0496C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ćw  </w:t>
            </w:r>
          </w:p>
        </w:tc>
      </w:tr>
      <w:tr w:rsidR="00FE0932" w:rsidRPr="00085080" w14:paraId="1F9AA797" w14:textId="77777777" w:rsidTr="000D4010">
        <w:tc>
          <w:tcPr>
            <w:tcW w:w="1962" w:type="dxa"/>
          </w:tcPr>
          <w:p w14:paraId="4C262D33" w14:textId="7E84B930" w:rsidR="000D4010" w:rsidRPr="00085080" w:rsidRDefault="000D4010" w:rsidP="005566D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14C2" w:rsidRPr="0008508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741A1D" w:rsidRPr="00085080">
              <w:rPr>
                <w:rFonts w:ascii="Corbel" w:hAnsi="Corbel"/>
                <w:b w:val="0"/>
                <w:smallCaps w:val="0"/>
                <w:szCs w:val="24"/>
              </w:rPr>
              <w:t>-EK_0</w:t>
            </w:r>
            <w:r w:rsidR="001B14C2" w:rsidRPr="0008508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A0DCE9" w14:textId="168BD64C" w:rsidR="000D4010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41A1D" w:rsidRPr="00085080">
              <w:rPr>
                <w:rFonts w:ascii="Corbel" w:hAnsi="Corbel"/>
                <w:sz w:val="24"/>
                <w:szCs w:val="24"/>
              </w:rPr>
              <w:t xml:space="preserve">, dyskusje grupowe, przygotowanie projektu </w:t>
            </w:r>
          </w:p>
        </w:tc>
        <w:tc>
          <w:tcPr>
            <w:tcW w:w="2117" w:type="dxa"/>
          </w:tcPr>
          <w:p w14:paraId="0947B941" w14:textId="33A7A51C" w:rsidR="000D4010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D4010" w:rsidRPr="00085080" w14:paraId="4453A4E7" w14:textId="77777777" w:rsidTr="000D4010">
        <w:tc>
          <w:tcPr>
            <w:tcW w:w="1962" w:type="dxa"/>
          </w:tcPr>
          <w:p w14:paraId="2159FBDB" w14:textId="0ACC723B" w:rsidR="000D4010" w:rsidRPr="00085080" w:rsidRDefault="000D4010" w:rsidP="005566D4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14C2" w:rsidRPr="00085080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741A1D" w:rsidRPr="00085080">
              <w:rPr>
                <w:rFonts w:ascii="Corbel" w:hAnsi="Corbel"/>
                <w:b w:val="0"/>
                <w:smallCaps w:val="0"/>
                <w:szCs w:val="24"/>
              </w:rPr>
              <w:t>-EK_0</w:t>
            </w:r>
            <w:r w:rsidR="001B14C2" w:rsidRPr="0008508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441" w:type="dxa"/>
          </w:tcPr>
          <w:p w14:paraId="141FD66E" w14:textId="2F70D19F" w:rsidR="000D4010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41A1D" w:rsidRPr="00085080">
              <w:rPr>
                <w:rFonts w:ascii="Corbel" w:hAnsi="Corbel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471FF16" w14:textId="34F2D18B" w:rsidR="000D4010" w:rsidRPr="00085080" w:rsidRDefault="008A315F" w:rsidP="005566D4">
            <w:p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EDBDF99" w14:textId="77777777" w:rsidR="00923D7D" w:rsidRPr="0008508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08508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 xml:space="preserve">4.2 </w:t>
      </w:r>
      <w:r w:rsidR="0085747A" w:rsidRPr="0008508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85080">
        <w:rPr>
          <w:rFonts w:ascii="Corbel" w:hAnsi="Corbel"/>
          <w:smallCaps w:val="0"/>
          <w:szCs w:val="24"/>
        </w:rPr>
        <w:t xml:space="preserve"> </w:t>
      </w:r>
    </w:p>
    <w:p w14:paraId="75B33095" w14:textId="77777777" w:rsidR="005566D4" w:rsidRPr="00085080" w:rsidRDefault="005566D4" w:rsidP="0048009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06242AA" w14:textId="5AA48C9C" w:rsidR="009B53BB" w:rsidRPr="00085080" w:rsidRDefault="009B53BB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>1. pozytywna ocena z egzaminu pisemnego</w:t>
      </w:r>
      <w:r w:rsidR="00EB1BDF" w:rsidRPr="00085080">
        <w:rPr>
          <w:rFonts w:ascii="Corbel" w:hAnsi="Corbel"/>
          <w:b w:val="0"/>
          <w:smallCaps w:val="0"/>
          <w:szCs w:val="24"/>
        </w:rPr>
        <w:t xml:space="preserve"> </w:t>
      </w:r>
      <w:r w:rsidR="003241F0" w:rsidRPr="00085080">
        <w:rPr>
          <w:rFonts w:ascii="Corbel" w:hAnsi="Corbel"/>
          <w:b w:val="0"/>
          <w:smallCaps w:val="0"/>
          <w:szCs w:val="24"/>
        </w:rPr>
        <w:t>–</w:t>
      </w:r>
      <w:r w:rsidR="00EB1BDF" w:rsidRPr="00085080">
        <w:rPr>
          <w:rFonts w:ascii="Corbel" w:hAnsi="Corbel"/>
          <w:b w:val="0"/>
          <w:smallCaps w:val="0"/>
          <w:szCs w:val="24"/>
        </w:rPr>
        <w:t xml:space="preserve"> test</w:t>
      </w:r>
      <w:r w:rsidR="00334938" w:rsidRPr="00085080">
        <w:rPr>
          <w:rFonts w:ascii="Corbel" w:hAnsi="Corbel"/>
          <w:b w:val="0"/>
          <w:smallCaps w:val="0"/>
          <w:szCs w:val="24"/>
        </w:rPr>
        <w:t>, ocena wg skali:</w:t>
      </w:r>
    </w:p>
    <w:p w14:paraId="4F30B350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1A5BD117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4F712EB4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441996F1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4C07671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068C8D31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591156DC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093E0965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2BFB2882" w14:textId="77777777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12962CB7" w14:textId="5D4DBB45" w:rsidR="00334938" w:rsidRPr="00085080" w:rsidRDefault="00334938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27056BB2" w14:textId="77777777" w:rsidR="00D86F64" w:rsidRPr="00085080" w:rsidRDefault="00D86F64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 w:val="14"/>
          <w:szCs w:val="14"/>
        </w:rPr>
      </w:pPr>
    </w:p>
    <w:p w14:paraId="3D2E2A73" w14:textId="63325216" w:rsidR="003241F0" w:rsidRPr="00085080" w:rsidRDefault="003241F0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2. </w:t>
      </w:r>
      <w:r w:rsidR="00741A1D" w:rsidRPr="00085080">
        <w:rPr>
          <w:rFonts w:ascii="Corbel" w:hAnsi="Corbel"/>
          <w:b w:val="0"/>
          <w:smallCaps w:val="0"/>
          <w:szCs w:val="24"/>
        </w:rPr>
        <w:t xml:space="preserve">ćwiczenia: </w:t>
      </w:r>
      <w:r w:rsidRPr="00085080">
        <w:rPr>
          <w:rFonts w:ascii="Corbel" w:hAnsi="Corbel"/>
          <w:b w:val="0"/>
          <w:smallCaps w:val="0"/>
          <w:szCs w:val="24"/>
        </w:rPr>
        <w:t>pozytywna ocena z projektu indywidualnego</w:t>
      </w:r>
      <w:r w:rsidR="0008157C" w:rsidRPr="00085080">
        <w:rPr>
          <w:rFonts w:ascii="Corbel" w:hAnsi="Corbel"/>
          <w:b w:val="0"/>
          <w:smallCaps w:val="0"/>
          <w:szCs w:val="24"/>
        </w:rPr>
        <w:t xml:space="preserve"> </w:t>
      </w:r>
      <w:r w:rsidR="002827AE" w:rsidRPr="00085080">
        <w:rPr>
          <w:rFonts w:ascii="Corbel" w:hAnsi="Corbel"/>
          <w:b w:val="0"/>
          <w:smallCaps w:val="0"/>
          <w:szCs w:val="24"/>
        </w:rPr>
        <w:t xml:space="preserve">obejmującego oddziaływania z zakresu </w:t>
      </w:r>
      <w:r w:rsidR="00D86F64" w:rsidRPr="00085080">
        <w:rPr>
          <w:rFonts w:ascii="Corbel" w:hAnsi="Corbel"/>
          <w:b w:val="0"/>
          <w:smallCaps w:val="0"/>
          <w:szCs w:val="24"/>
        </w:rPr>
        <w:t xml:space="preserve">profilaktyki zdrowia psychicznego </w:t>
      </w:r>
      <w:r w:rsidR="002827AE" w:rsidRPr="00085080">
        <w:rPr>
          <w:rFonts w:ascii="Corbel" w:hAnsi="Corbel"/>
          <w:b w:val="0"/>
          <w:smallCaps w:val="0"/>
          <w:szCs w:val="24"/>
        </w:rPr>
        <w:t xml:space="preserve">ukierunkowane na młodzież </w:t>
      </w:r>
      <w:r w:rsidR="0008157C" w:rsidRPr="00085080">
        <w:rPr>
          <w:rFonts w:ascii="Corbel" w:hAnsi="Corbel"/>
          <w:b w:val="0"/>
          <w:smallCaps w:val="0"/>
          <w:szCs w:val="24"/>
        </w:rPr>
        <w:t>(analiza jakościowa)</w:t>
      </w:r>
      <w:r w:rsidR="00F76F00" w:rsidRPr="00085080">
        <w:rPr>
          <w:rFonts w:ascii="Corbel" w:hAnsi="Corbel"/>
          <w:b w:val="0"/>
          <w:smallCaps w:val="0"/>
          <w:szCs w:val="24"/>
        </w:rPr>
        <w:t xml:space="preserve"> </w:t>
      </w:r>
      <w:r w:rsidR="00301FE3" w:rsidRPr="00085080">
        <w:rPr>
          <w:rFonts w:ascii="Corbel" w:hAnsi="Corbel"/>
          <w:b w:val="0"/>
          <w:smallCaps w:val="0"/>
          <w:szCs w:val="24"/>
        </w:rPr>
        <w:t>oraz in</w:t>
      </w:r>
      <w:r w:rsidR="00D86F64" w:rsidRPr="00085080">
        <w:rPr>
          <w:rFonts w:ascii="Corbel" w:hAnsi="Corbel"/>
          <w:b w:val="0"/>
          <w:smallCaps w:val="0"/>
          <w:szCs w:val="24"/>
        </w:rPr>
        <w:t>t</w:t>
      </w:r>
      <w:r w:rsidR="00301FE3" w:rsidRPr="00085080">
        <w:rPr>
          <w:rFonts w:ascii="Corbel" w:hAnsi="Corbel"/>
          <w:b w:val="0"/>
          <w:smallCaps w:val="0"/>
          <w:szCs w:val="24"/>
        </w:rPr>
        <w:t>erwencji prozdrowotnej</w:t>
      </w:r>
      <w:r w:rsidR="00D86F64" w:rsidRPr="00085080">
        <w:rPr>
          <w:rFonts w:ascii="Corbel" w:hAnsi="Corbel"/>
          <w:b w:val="0"/>
          <w:smallCaps w:val="0"/>
          <w:szCs w:val="24"/>
        </w:rPr>
        <w:t xml:space="preserve"> (o</w:t>
      </w:r>
      <w:r w:rsidR="00741A1D" w:rsidRPr="00085080">
        <w:rPr>
          <w:rFonts w:ascii="Corbel" w:hAnsi="Corbel"/>
          <w:b w:val="0"/>
          <w:smallCaps w:val="0"/>
          <w:szCs w:val="24"/>
        </w:rPr>
        <w:t>cena aktywności</w:t>
      </w:r>
      <w:r w:rsidR="00D86F64" w:rsidRPr="00085080">
        <w:rPr>
          <w:rFonts w:ascii="Corbel" w:hAnsi="Corbel"/>
          <w:b w:val="0"/>
          <w:smallCaps w:val="0"/>
          <w:szCs w:val="24"/>
        </w:rPr>
        <w:t>)</w:t>
      </w:r>
      <w:r w:rsidR="00741A1D" w:rsidRPr="00085080">
        <w:rPr>
          <w:rFonts w:ascii="Corbel" w:hAnsi="Corbel"/>
          <w:b w:val="0"/>
          <w:smallCaps w:val="0"/>
          <w:szCs w:val="24"/>
        </w:rPr>
        <w:t xml:space="preserve">.  </w:t>
      </w:r>
    </w:p>
    <w:p w14:paraId="4E94580D" w14:textId="77777777" w:rsidR="00D86F64" w:rsidRPr="00085080" w:rsidRDefault="00D86F64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 w:val="14"/>
          <w:szCs w:val="14"/>
        </w:rPr>
      </w:pPr>
    </w:p>
    <w:p w14:paraId="7C88C9EE" w14:textId="7ACD4AE2" w:rsidR="00ED462A" w:rsidRPr="00085080" w:rsidRDefault="003241F0" w:rsidP="005566D4">
      <w:pPr>
        <w:pStyle w:val="Punktygwn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 xml:space="preserve">3. </w:t>
      </w:r>
      <w:r w:rsidR="002346C1" w:rsidRPr="00085080">
        <w:rPr>
          <w:rFonts w:ascii="Corbel" w:hAnsi="Corbel"/>
          <w:b w:val="0"/>
          <w:smallCaps w:val="0"/>
          <w:szCs w:val="24"/>
        </w:rPr>
        <w:t>o</w:t>
      </w:r>
      <w:r w:rsidRPr="00085080">
        <w:rPr>
          <w:rFonts w:ascii="Corbel" w:hAnsi="Corbel"/>
          <w:b w:val="0"/>
          <w:smallCaps w:val="0"/>
          <w:szCs w:val="24"/>
        </w:rPr>
        <w:t>becność na wykładach i ćwiczeniach</w:t>
      </w:r>
      <w:r w:rsidR="00ED462A" w:rsidRPr="00085080">
        <w:rPr>
          <w:rFonts w:ascii="Corbel" w:hAnsi="Corbel"/>
          <w:b w:val="0"/>
          <w:smallCaps w:val="0"/>
          <w:szCs w:val="24"/>
        </w:rPr>
        <w:t xml:space="preserve">. </w:t>
      </w:r>
    </w:p>
    <w:p w14:paraId="4200D3DF" w14:textId="2DDC44A7" w:rsidR="0085747A" w:rsidRPr="0008508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08508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85080">
        <w:rPr>
          <w:rFonts w:ascii="Corbel" w:hAnsi="Corbel"/>
          <w:b/>
          <w:sz w:val="24"/>
          <w:szCs w:val="24"/>
        </w:rPr>
        <w:t xml:space="preserve">5. </w:t>
      </w:r>
      <w:r w:rsidR="00C61DC5" w:rsidRPr="0008508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F11DA5" w14:textId="77777777" w:rsidR="001B5ACC" w:rsidRPr="00085080" w:rsidRDefault="001B5AC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3396"/>
      </w:tblGrid>
      <w:tr w:rsidR="00FE0932" w:rsidRPr="00085080" w14:paraId="4B0441A4" w14:textId="77777777" w:rsidTr="008A315F">
        <w:tc>
          <w:tcPr>
            <w:tcW w:w="6124" w:type="dxa"/>
            <w:vAlign w:val="center"/>
          </w:tcPr>
          <w:p w14:paraId="36DF6095" w14:textId="77777777" w:rsidR="000C5696" w:rsidRPr="00085080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508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396" w:type="dxa"/>
            <w:vAlign w:val="center"/>
          </w:tcPr>
          <w:p w14:paraId="3288F3F8" w14:textId="77777777" w:rsidR="000C5696" w:rsidRPr="00085080" w:rsidRDefault="000C5696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508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0932" w:rsidRPr="00085080" w14:paraId="05D39134" w14:textId="77777777" w:rsidTr="008A315F">
        <w:tc>
          <w:tcPr>
            <w:tcW w:w="6124" w:type="dxa"/>
          </w:tcPr>
          <w:p w14:paraId="7D571487" w14:textId="5565E789" w:rsidR="000C5696" w:rsidRPr="0008508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5566D4" w:rsidRPr="0008508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8508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396" w:type="dxa"/>
          </w:tcPr>
          <w:p w14:paraId="10BB8B16" w14:textId="6C72D32D" w:rsidR="000C5696" w:rsidRPr="00085080" w:rsidRDefault="003F1933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E0932" w:rsidRPr="00085080" w14:paraId="3DF32911" w14:textId="77777777" w:rsidTr="008A315F">
        <w:tc>
          <w:tcPr>
            <w:tcW w:w="6124" w:type="dxa"/>
          </w:tcPr>
          <w:p w14:paraId="207632F0" w14:textId="4C2AAF26" w:rsidR="000C5696" w:rsidRPr="0008508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F1833" w:rsidRPr="0008508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085080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Pr="00085080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-</w:t>
            </w:r>
            <w:r w:rsidR="000C5696" w:rsidRPr="0008508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FF6EA1B" w:rsidR="000C5696" w:rsidRPr="00085080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085080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3B0" w:rsidRPr="00085080">
              <w:rPr>
                <w:rFonts w:ascii="Corbel" w:hAnsi="Corbel"/>
                <w:sz w:val="24"/>
                <w:szCs w:val="24"/>
              </w:rPr>
              <w:t xml:space="preserve">w </w:t>
            </w:r>
            <w:r w:rsidR="000C5696" w:rsidRPr="0008508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3396" w:type="dxa"/>
          </w:tcPr>
          <w:p w14:paraId="52D7581D" w14:textId="77777777" w:rsidR="003B346E" w:rsidRPr="00085080" w:rsidRDefault="003B346E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Pr="00085080" w:rsidRDefault="003B346E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085080" w:rsidRDefault="0050664A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0932" w:rsidRPr="00085080" w14:paraId="301489F0" w14:textId="77777777" w:rsidTr="008A315F">
        <w:tc>
          <w:tcPr>
            <w:tcW w:w="6124" w:type="dxa"/>
          </w:tcPr>
          <w:p w14:paraId="347B4073" w14:textId="2A93527C" w:rsidR="000C5696" w:rsidRPr="0008508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B346E" w:rsidRPr="00085080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0C1C5B10" w:rsidR="003B346E" w:rsidRPr="00085080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-</w:t>
            </w:r>
            <w:r w:rsidR="000C5696" w:rsidRPr="00085080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36DE3613" w14:textId="57A92167" w:rsidR="003F1933" w:rsidRPr="00085080" w:rsidRDefault="003F1933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95391C" w:rsidRPr="00085080">
              <w:rPr>
                <w:rFonts w:ascii="Corbel" w:hAnsi="Corbel"/>
                <w:sz w:val="24"/>
                <w:szCs w:val="24"/>
              </w:rPr>
              <w:t>projektu</w:t>
            </w:r>
          </w:p>
          <w:p w14:paraId="77645C5B" w14:textId="5A56FBBF" w:rsidR="008F03B0" w:rsidRPr="00085080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-</w:t>
            </w:r>
            <w:r w:rsidR="00DA323B" w:rsidRPr="00085080">
              <w:rPr>
                <w:rFonts w:ascii="Corbel" w:hAnsi="Corbel"/>
                <w:sz w:val="24"/>
                <w:szCs w:val="24"/>
              </w:rPr>
              <w:t>studiowanie literatur</w:t>
            </w:r>
            <w:r w:rsidR="008F03B0" w:rsidRPr="00085080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3396" w:type="dxa"/>
          </w:tcPr>
          <w:p w14:paraId="4F529F3A" w14:textId="652F71A6" w:rsidR="000C5696" w:rsidRPr="00085080" w:rsidRDefault="000C5696" w:rsidP="00DE03FB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366860" w14:textId="77AB1C8B" w:rsidR="001D1C65" w:rsidRPr="00085080" w:rsidRDefault="001D1C65" w:rsidP="00DE03FB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1</w:t>
            </w:r>
            <w:r w:rsidR="0095391C" w:rsidRPr="00085080">
              <w:rPr>
                <w:rFonts w:ascii="Corbel" w:hAnsi="Corbel"/>
                <w:sz w:val="24"/>
                <w:szCs w:val="24"/>
              </w:rPr>
              <w:t>0</w:t>
            </w:r>
          </w:p>
          <w:p w14:paraId="4E89C5B4" w14:textId="7750DE1A" w:rsidR="001D1C65" w:rsidRPr="00085080" w:rsidRDefault="0095391C" w:rsidP="00DE03FB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10</w:t>
            </w:r>
          </w:p>
          <w:p w14:paraId="6274A616" w14:textId="5604B5A3" w:rsidR="003B346E" w:rsidRPr="00085080" w:rsidRDefault="001D1C65" w:rsidP="00AF2AF1">
            <w:pPr>
              <w:spacing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0932" w:rsidRPr="00085080" w14:paraId="02915295" w14:textId="77777777" w:rsidTr="008A315F">
        <w:tc>
          <w:tcPr>
            <w:tcW w:w="6124" w:type="dxa"/>
          </w:tcPr>
          <w:p w14:paraId="1EFC7DE7" w14:textId="77777777" w:rsidR="000C5696" w:rsidRPr="0008508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396" w:type="dxa"/>
          </w:tcPr>
          <w:p w14:paraId="5776C5DB" w14:textId="2BB27752" w:rsidR="000C5696" w:rsidRPr="00085080" w:rsidRDefault="002923FF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C5696" w:rsidRPr="00085080" w14:paraId="3A81EC9D" w14:textId="77777777" w:rsidTr="008A315F">
        <w:tc>
          <w:tcPr>
            <w:tcW w:w="6124" w:type="dxa"/>
          </w:tcPr>
          <w:p w14:paraId="1C19C073" w14:textId="77777777" w:rsidR="000C5696" w:rsidRPr="00085080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8508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396" w:type="dxa"/>
          </w:tcPr>
          <w:p w14:paraId="22F8B69A" w14:textId="04AB8400" w:rsidR="000C5696" w:rsidRPr="00085080" w:rsidRDefault="003F1933" w:rsidP="00DE0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952A2C" w14:textId="77777777" w:rsidR="0085747A" w:rsidRPr="00085080" w:rsidRDefault="00923D7D" w:rsidP="0048009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8508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8508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08508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08508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 xml:space="preserve">6. </w:t>
      </w:r>
      <w:r w:rsidR="0085747A" w:rsidRPr="00085080">
        <w:rPr>
          <w:rFonts w:ascii="Corbel" w:hAnsi="Corbel"/>
          <w:smallCaps w:val="0"/>
          <w:szCs w:val="24"/>
        </w:rPr>
        <w:t>PRAKTYKI ZAWO</w:t>
      </w:r>
      <w:r w:rsidR="009C1331" w:rsidRPr="00085080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08508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FE0932" w:rsidRPr="00085080" w14:paraId="391A91F1" w14:textId="77777777" w:rsidTr="008A315F">
        <w:trPr>
          <w:trHeight w:val="397"/>
        </w:trPr>
        <w:tc>
          <w:tcPr>
            <w:tcW w:w="4224" w:type="dxa"/>
          </w:tcPr>
          <w:p w14:paraId="64452BF5" w14:textId="77777777" w:rsidR="0085747A" w:rsidRPr="000850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CB439CF" w14:textId="5BC93455" w:rsidR="0085747A" w:rsidRPr="00085080" w:rsidRDefault="00AA68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085080" w14:paraId="573F2A1E" w14:textId="77777777" w:rsidTr="008A315F">
        <w:trPr>
          <w:trHeight w:val="397"/>
        </w:trPr>
        <w:tc>
          <w:tcPr>
            <w:tcW w:w="4224" w:type="dxa"/>
          </w:tcPr>
          <w:p w14:paraId="4B5D98ED" w14:textId="77777777" w:rsidR="0085747A" w:rsidRPr="0008508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0C095C9" w14:textId="1B64207A" w:rsidR="0085747A" w:rsidRPr="00085080" w:rsidRDefault="00AA68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08508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0850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85080">
        <w:rPr>
          <w:rFonts w:ascii="Corbel" w:hAnsi="Corbel"/>
          <w:smallCaps w:val="0"/>
          <w:szCs w:val="24"/>
        </w:rPr>
        <w:t xml:space="preserve">7. </w:t>
      </w:r>
      <w:r w:rsidR="0085747A" w:rsidRPr="00085080">
        <w:rPr>
          <w:rFonts w:ascii="Corbel" w:hAnsi="Corbel"/>
          <w:smallCaps w:val="0"/>
          <w:szCs w:val="24"/>
        </w:rPr>
        <w:t>LITERATURA</w:t>
      </w:r>
      <w:r w:rsidRPr="00085080">
        <w:rPr>
          <w:rFonts w:ascii="Corbel" w:hAnsi="Corbel"/>
          <w:smallCaps w:val="0"/>
          <w:szCs w:val="24"/>
        </w:rPr>
        <w:t xml:space="preserve"> </w:t>
      </w:r>
    </w:p>
    <w:p w14:paraId="2E5E4248" w14:textId="77777777" w:rsidR="005566D4" w:rsidRPr="00085080" w:rsidRDefault="005566D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932" w:rsidRPr="00085080" w14:paraId="48AE14F8" w14:textId="77777777" w:rsidTr="006A2ABF">
        <w:trPr>
          <w:trHeight w:val="397"/>
        </w:trPr>
        <w:tc>
          <w:tcPr>
            <w:tcW w:w="5000" w:type="pct"/>
          </w:tcPr>
          <w:p w14:paraId="42A098E6" w14:textId="6632A4BB" w:rsidR="00DA323B" w:rsidRPr="00085080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277FBF" w14:textId="77777777" w:rsidR="00D86F64" w:rsidRPr="00085080" w:rsidRDefault="00D86F64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5B33CB25" w14:textId="1B5D30FE" w:rsidR="00925F47" w:rsidRPr="00085080" w:rsidRDefault="0068791D" w:rsidP="00925F47">
            <w:pPr>
              <w:pStyle w:val="Punktygwne"/>
              <w:spacing w:before="0" w:after="0"/>
              <w:ind w:left="492" w:hanging="492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Heszen-Celińska, H., Sęk H. (2020). </w:t>
            </w:r>
            <w:r w:rsidRPr="0008508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zdrowia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>. PWN.</w:t>
            </w:r>
          </w:p>
          <w:p w14:paraId="3F3D14AD" w14:textId="1DB9E357" w:rsidR="00DA323B" w:rsidRPr="00085080" w:rsidRDefault="00925F47" w:rsidP="0023079F">
            <w:pPr>
              <w:pStyle w:val="Punktygwne"/>
              <w:spacing w:before="0" w:after="0"/>
              <w:ind w:left="492" w:hanging="492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Hobfoll, S. (2006). </w:t>
            </w:r>
            <w:r w:rsidRPr="0008508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Stres, kultura i społeczność. Psychologia i filozofia stresu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>. GWP</w:t>
            </w:r>
            <w:r w:rsidR="005D0681" w:rsidRPr="00085080">
              <w:rPr>
                <w:rFonts w:ascii="Corbel" w:hAnsi="Corbel"/>
                <w:b w:val="0"/>
                <w:smallCaps w:val="0"/>
                <w:szCs w:val="24"/>
              </w:rPr>
              <w:t>. [R 1-3, 5]</w:t>
            </w:r>
            <w:r w:rsidR="0023079F" w:rsidRPr="000850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289A22" w14:textId="50DD4182" w:rsidR="00DB2E2C" w:rsidRPr="00085080" w:rsidRDefault="00936F23" w:rsidP="00D86F64">
            <w:pPr>
              <w:pStyle w:val="Punktygwne"/>
              <w:spacing w:before="0" w:after="0"/>
              <w:ind w:left="492" w:hanging="492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Yalom. I. D. (2008). </w:t>
            </w:r>
            <w:r w:rsidRPr="0008508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Patrząc w słońce. Jak przezwyciężyć grozę śmierci</w:t>
            </w:r>
            <w:r w:rsidRPr="00085080">
              <w:rPr>
                <w:rFonts w:ascii="Corbel" w:hAnsi="Corbel"/>
                <w:b w:val="0"/>
                <w:smallCaps w:val="0"/>
                <w:szCs w:val="24"/>
              </w:rPr>
              <w:t>. IPZ.</w:t>
            </w:r>
          </w:p>
        </w:tc>
      </w:tr>
      <w:tr w:rsidR="00DA323B" w:rsidRPr="00085080" w14:paraId="0D880534" w14:textId="77777777" w:rsidTr="006A2ABF">
        <w:trPr>
          <w:trHeight w:val="397"/>
        </w:trPr>
        <w:tc>
          <w:tcPr>
            <w:tcW w:w="5000" w:type="pct"/>
          </w:tcPr>
          <w:p w14:paraId="5967496E" w14:textId="2685B33B" w:rsidR="00DA323B" w:rsidRPr="00085080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508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8DAF0D" w14:textId="77777777" w:rsidR="00D86F64" w:rsidRPr="00085080" w:rsidRDefault="00D86F64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4"/>
                <w:szCs w:val="14"/>
              </w:rPr>
            </w:pPr>
          </w:p>
          <w:p w14:paraId="49A517D7" w14:textId="366956A5" w:rsidR="00B71B22" w:rsidRPr="00085080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Antonovsky, A. (1995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). Rozwikłanie tajemnicy zdrowia. Jak radzić sobie ze stresem inie zachorować</w:t>
            </w:r>
            <w:r w:rsidRPr="00085080">
              <w:rPr>
                <w:rFonts w:ascii="Corbel" w:hAnsi="Corbel"/>
                <w:sz w:val="24"/>
                <w:szCs w:val="24"/>
              </w:rPr>
              <w:t>. Wydawnictwo Fundacji IPiN.</w:t>
            </w:r>
          </w:p>
          <w:p w14:paraId="2D516F8F" w14:textId="47E2B87C" w:rsidR="008628DB" w:rsidRPr="00085080" w:rsidRDefault="008628DB" w:rsidP="00643947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Chojnacka-Kuraś Marta (red.) (2019).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Medycyna narracyjna. Opowieści o doświadczeniu choroby w perspektywie medycznej i humanistycznej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. Wydawnictwa Uniwersytetu Warszawskiego. </w:t>
            </w:r>
          </w:p>
          <w:p w14:paraId="5D906EE4" w14:textId="3DC7C19B" w:rsidR="00B71B22" w:rsidRPr="00085080" w:rsidRDefault="00B71B22" w:rsidP="00643947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Dąbrowski, K. (1996).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W poszukiwaniu zdrowia psychicznego</w:t>
            </w:r>
            <w:r w:rsidRPr="00085080">
              <w:rPr>
                <w:rFonts w:ascii="Corbel" w:hAnsi="Corbel"/>
                <w:sz w:val="24"/>
                <w:szCs w:val="24"/>
              </w:rPr>
              <w:t>. PWN.</w:t>
            </w:r>
          </w:p>
          <w:p w14:paraId="08FB0E3A" w14:textId="4E3C9C2C" w:rsidR="00B71B22" w:rsidRPr="00085080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Fengler, J. (2001).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Pomaganie męczy. Wypalenie w pracy zawodowej</w:t>
            </w:r>
            <w:r w:rsidRPr="00085080">
              <w:rPr>
                <w:rFonts w:ascii="Corbel" w:hAnsi="Corbel"/>
                <w:sz w:val="24"/>
                <w:szCs w:val="24"/>
              </w:rPr>
              <w:t>. GWP.</w:t>
            </w:r>
          </w:p>
          <w:p w14:paraId="225D820B" w14:textId="657A112D" w:rsidR="00B71B22" w:rsidRPr="00085080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Frankl, V. E. (2021).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O sensie życia</w:t>
            </w:r>
            <w:r w:rsidRPr="00085080">
              <w:rPr>
                <w:rFonts w:ascii="Corbel" w:hAnsi="Corbel"/>
                <w:sz w:val="24"/>
                <w:szCs w:val="24"/>
              </w:rPr>
              <w:t>. Wydawnictwo Czarna Owca.</w:t>
            </w:r>
          </w:p>
          <w:p w14:paraId="78529198" w14:textId="556B657F" w:rsidR="00B71B22" w:rsidRPr="00085080" w:rsidRDefault="00B71B22" w:rsidP="00643947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Kępiński, A. (2015).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Rytm życia</w:t>
            </w:r>
            <w:r w:rsidRPr="00085080">
              <w:rPr>
                <w:rFonts w:ascii="Corbel" w:hAnsi="Corbel"/>
                <w:sz w:val="24"/>
                <w:szCs w:val="24"/>
              </w:rPr>
              <w:t>. Wydawnictwo Literackie.</w:t>
            </w:r>
          </w:p>
          <w:p w14:paraId="12A87DDD" w14:textId="6632FC73" w:rsidR="00B71B22" w:rsidRPr="00085080" w:rsidRDefault="00B71B22" w:rsidP="00306BD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Kuncewicz, D. (2002).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Odczytać życie. Analiza opowieści o własnym życiu z wykorzystaniem narzędzi teorii literatury</w:t>
            </w:r>
            <w:r w:rsidRPr="00085080">
              <w:rPr>
                <w:rFonts w:ascii="Corbel" w:hAnsi="Corbel"/>
                <w:sz w:val="24"/>
                <w:szCs w:val="24"/>
              </w:rPr>
              <w:t>. Oficyna Naukowa.</w:t>
            </w:r>
          </w:p>
          <w:p w14:paraId="64F154AF" w14:textId="53C24ADE" w:rsidR="00B71B22" w:rsidRPr="00085080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Kuncewicz, D. (2017).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Jeśli  nie wiesz kto i po co, to wszystko jedno jak</w:t>
            </w:r>
            <w:r w:rsidRPr="00085080">
              <w:rPr>
                <w:rFonts w:ascii="Corbel" w:hAnsi="Corbel"/>
                <w:sz w:val="24"/>
                <w:szCs w:val="24"/>
              </w:rPr>
              <w:t>. Fraszka Edukacyjna.</w:t>
            </w:r>
          </w:p>
          <w:p w14:paraId="194AAFC5" w14:textId="77777777" w:rsidR="00B71B22" w:rsidRPr="00085080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Ogińska-Bulik, N. (2018). Związek między wypaleniem zawodowym i wtórnym stresem traumatycznym wśród pielęgniarek pracujących w opiece paliatywnej.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Psychiatria, 15</w:t>
            </w:r>
            <w:r w:rsidRPr="00085080">
              <w:rPr>
                <w:rFonts w:ascii="Corbel" w:hAnsi="Corbel"/>
                <w:sz w:val="24"/>
                <w:szCs w:val="24"/>
              </w:rPr>
              <w:t>(2), 63-69.</w:t>
            </w:r>
          </w:p>
          <w:p w14:paraId="17979473" w14:textId="418A7EA7" w:rsidR="008C2CDB" w:rsidRPr="00085080" w:rsidRDefault="00B71B22" w:rsidP="008C2CDB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Ogińska-Bulik, N., Juczyński, Z. (2010).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Osobowość, stres a zdrowie</w:t>
            </w:r>
            <w:r w:rsidRPr="00085080">
              <w:rPr>
                <w:rFonts w:ascii="Corbel" w:hAnsi="Corbel"/>
                <w:sz w:val="24"/>
                <w:szCs w:val="24"/>
              </w:rPr>
              <w:t>. Difin.</w:t>
            </w:r>
          </w:p>
          <w:p w14:paraId="4CA91F91" w14:textId="7624054A" w:rsidR="00B71B22" w:rsidRPr="00085080" w:rsidRDefault="00B71B22" w:rsidP="008C2CDB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Pausch, R. (2008).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Ostatni wykład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. Wydawnictwo Nowa Proza. </w:t>
            </w:r>
          </w:p>
          <w:p w14:paraId="0F2CD293" w14:textId="1B3085F2" w:rsidR="00B71B22" w:rsidRPr="00085080" w:rsidRDefault="00B71B22" w:rsidP="00306BD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Pilecka, W. (red.) (2011).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Psychologia zdrowia dzieci i młodzieży</w:t>
            </w:r>
            <w:r w:rsidRPr="00085080">
              <w:rPr>
                <w:rFonts w:ascii="Corbel" w:hAnsi="Corbel"/>
                <w:sz w:val="24"/>
                <w:szCs w:val="24"/>
              </w:rPr>
              <w:t>. Wydawnictwo UJ.</w:t>
            </w:r>
          </w:p>
          <w:p w14:paraId="4C7AEABB" w14:textId="2F8F5A00" w:rsidR="00B71B22" w:rsidRPr="00085080" w:rsidRDefault="00B71B22" w:rsidP="00C408A6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>Stuart</w:t>
            </w:r>
            <w:r w:rsidR="00480092" w:rsidRPr="00085080">
              <w:rPr>
                <w:rFonts w:ascii="Corbel" w:hAnsi="Corbel"/>
                <w:sz w:val="24"/>
                <w:szCs w:val="24"/>
              </w:rPr>
              <w:t>,</w:t>
            </w:r>
            <w:r w:rsidRPr="00085080">
              <w:rPr>
                <w:rFonts w:ascii="Corbel" w:hAnsi="Corbel"/>
                <w:sz w:val="24"/>
                <w:szCs w:val="24"/>
              </w:rPr>
              <w:t xml:space="preserve"> I., Hamilton, I. (2006).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Psychologia starzenia się. Wprowadzenie</w:t>
            </w:r>
            <w:r w:rsidRPr="00085080">
              <w:rPr>
                <w:rFonts w:ascii="Corbel" w:hAnsi="Corbel"/>
                <w:sz w:val="24"/>
                <w:szCs w:val="24"/>
              </w:rPr>
              <w:t>.: Z-sk i S-ka Wydawnictwo. [R. 5]</w:t>
            </w:r>
          </w:p>
          <w:p w14:paraId="05579F54" w14:textId="228BE3CC" w:rsidR="00B71B22" w:rsidRPr="00085080" w:rsidRDefault="00B71B22" w:rsidP="00306BD1">
            <w:pPr>
              <w:spacing w:line="240" w:lineRule="auto"/>
              <w:ind w:left="567" w:hanging="567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85080">
              <w:rPr>
                <w:rFonts w:ascii="Corbel" w:hAnsi="Corbel"/>
                <w:sz w:val="24"/>
                <w:szCs w:val="24"/>
              </w:rPr>
              <w:t xml:space="preserve">Wrześniewski, K., Skuza B. (red.) (2007). </w:t>
            </w:r>
            <w:r w:rsidRPr="00085080">
              <w:rPr>
                <w:rFonts w:ascii="Corbel" w:hAnsi="Corbel"/>
                <w:i/>
                <w:iCs/>
                <w:sz w:val="24"/>
                <w:szCs w:val="24"/>
              </w:rPr>
              <w:t>Wybrane zagadnienia  medycyny psychosomatycznej i psychologii chorego somatycznie</w:t>
            </w:r>
            <w:r w:rsidRPr="00085080">
              <w:rPr>
                <w:rFonts w:ascii="Corbel" w:hAnsi="Corbel"/>
                <w:sz w:val="24"/>
                <w:szCs w:val="24"/>
              </w:rPr>
              <w:t>. UM w Warszawie.</w:t>
            </w:r>
          </w:p>
        </w:tc>
      </w:tr>
    </w:tbl>
    <w:p w14:paraId="363C4B65" w14:textId="77777777" w:rsidR="00DA323B" w:rsidRPr="00085080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08508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0850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08508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08508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8508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85080" w:rsidSect="00CB08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F61EB" w14:textId="77777777" w:rsidR="00CB08F8" w:rsidRDefault="00CB08F8" w:rsidP="00C16ABF">
      <w:pPr>
        <w:spacing w:after="0" w:line="240" w:lineRule="auto"/>
      </w:pPr>
      <w:r>
        <w:separator/>
      </w:r>
    </w:p>
  </w:endnote>
  <w:endnote w:type="continuationSeparator" w:id="0">
    <w:p w14:paraId="5EC83E41" w14:textId="77777777" w:rsidR="00CB08F8" w:rsidRDefault="00CB08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D25D3" w14:textId="77777777" w:rsidR="00CB08F8" w:rsidRDefault="00CB08F8" w:rsidP="00C16ABF">
      <w:pPr>
        <w:spacing w:after="0" w:line="240" w:lineRule="auto"/>
      </w:pPr>
      <w:r>
        <w:separator/>
      </w:r>
    </w:p>
  </w:footnote>
  <w:footnote w:type="continuationSeparator" w:id="0">
    <w:p w14:paraId="61A5E87B" w14:textId="77777777" w:rsidR="00CB08F8" w:rsidRDefault="00CB08F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43E66"/>
    <w:multiLevelType w:val="hybridMultilevel"/>
    <w:tmpl w:val="0E16A520"/>
    <w:lvl w:ilvl="0" w:tplc="C7BC0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2775E9"/>
    <w:multiLevelType w:val="hybridMultilevel"/>
    <w:tmpl w:val="6E44C6A0"/>
    <w:lvl w:ilvl="0" w:tplc="64C41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307471">
    <w:abstractNumId w:val="1"/>
  </w:num>
  <w:num w:numId="2" w16cid:durableId="497617191">
    <w:abstractNumId w:val="0"/>
  </w:num>
  <w:num w:numId="3" w16cid:durableId="21371422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F8B"/>
    <w:rsid w:val="00015B8F"/>
    <w:rsid w:val="00022ECE"/>
    <w:rsid w:val="000267C2"/>
    <w:rsid w:val="00033B02"/>
    <w:rsid w:val="00034867"/>
    <w:rsid w:val="000427A4"/>
    <w:rsid w:val="00042846"/>
    <w:rsid w:val="00042A51"/>
    <w:rsid w:val="00042D2E"/>
    <w:rsid w:val="00044C82"/>
    <w:rsid w:val="00065F3A"/>
    <w:rsid w:val="000670DB"/>
    <w:rsid w:val="00070ED6"/>
    <w:rsid w:val="000742DC"/>
    <w:rsid w:val="0008033C"/>
    <w:rsid w:val="00080DEF"/>
    <w:rsid w:val="0008157C"/>
    <w:rsid w:val="00084C12"/>
    <w:rsid w:val="00085080"/>
    <w:rsid w:val="0009300C"/>
    <w:rsid w:val="0009462C"/>
    <w:rsid w:val="000947CE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374C"/>
    <w:rsid w:val="000C5696"/>
    <w:rsid w:val="000D04B0"/>
    <w:rsid w:val="000D06CC"/>
    <w:rsid w:val="000D104B"/>
    <w:rsid w:val="000D4010"/>
    <w:rsid w:val="000E142C"/>
    <w:rsid w:val="000F1C57"/>
    <w:rsid w:val="000F3B1F"/>
    <w:rsid w:val="000F5615"/>
    <w:rsid w:val="001062AB"/>
    <w:rsid w:val="00107219"/>
    <w:rsid w:val="0011016B"/>
    <w:rsid w:val="001132F3"/>
    <w:rsid w:val="00114951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851"/>
    <w:rsid w:val="001B14C2"/>
    <w:rsid w:val="001B29DD"/>
    <w:rsid w:val="001B4519"/>
    <w:rsid w:val="001B5ACC"/>
    <w:rsid w:val="001C332A"/>
    <w:rsid w:val="001C498C"/>
    <w:rsid w:val="001D1C65"/>
    <w:rsid w:val="001D27B6"/>
    <w:rsid w:val="001D4479"/>
    <w:rsid w:val="001D657B"/>
    <w:rsid w:val="001D7B54"/>
    <w:rsid w:val="001E0209"/>
    <w:rsid w:val="001F2CA2"/>
    <w:rsid w:val="001F7DC8"/>
    <w:rsid w:val="00203812"/>
    <w:rsid w:val="002144C0"/>
    <w:rsid w:val="00216238"/>
    <w:rsid w:val="00222CB7"/>
    <w:rsid w:val="0022477D"/>
    <w:rsid w:val="002278A9"/>
    <w:rsid w:val="0023079F"/>
    <w:rsid w:val="002336F9"/>
    <w:rsid w:val="002346C1"/>
    <w:rsid w:val="002352B6"/>
    <w:rsid w:val="0024028F"/>
    <w:rsid w:val="00244ABC"/>
    <w:rsid w:val="00255405"/>
    <w:rsid w:val="00281FF2"/>
    <w:rsid w:val="002827AE"/>
    <w:rsid w:val="0028550E"/>
    <w:rsid w:val="002857DE"/>
    <w:rsid w:val="00291313"/>
    <w:rsid w:val="00291567"/>
    <w:rsid w:val="002923FF"/>
    <w:rsid w:val="0029722B"/>
    <w:rsid w:val="002A22BF"/>
    <w:rsid w:val="002A2389"/>
    <w:rsid w:val="002A671D"/>
    <w:rsid w:val="002A6A8F"/>
    <w:rsid w:val="002A7E15"/>
    <w:rsid w:val="002B4D55"/>
    <w:rsid w:val="002B5356"/>
    <w:rsid w:val="002B5EA0"/>
    <w:rsid w:val="002B6119"/>
    <w:rsid w:val="002B7C59"/>
    <w:rsid w:val="002C0E7A"/>
    <w:rsid w:val="002C1F06"/>
    <w:rsid w:val="002D3375"/>
    <w:rsid w:val="002D73D4"/>
    <w:rsid w:val="002E7211"/>
    <w:rsid w:val="002F02A3"/>
    <w:rsid w:val="002F4ABE"/>
    <w:rsid w:val="003018BA"/>
    <w:rsid w:val="00301FE3"/>
    <w:rsid w:val="0030395F"/>
    <w:rsid w:val="00305C92"/>
    <w:rsid w:val="00306BD1"/>
    <w:rsid w:val="003151C5"/>
    <w:rsid w:val="003241F0"/>
    <w:rsid w:val="003343CF"/>
    <w:rsid w:val="00334938"/>
    <w:rsid w:val="00346FE9"/>
    <w:rsid w:val="0034759A"/>
    <w:rsid w:val="003503F6"/>
    <w:rsid w:val="003530DD"/>
    <w:rsid w:val="00363F78"/>
    <w:rsid w:val="00365B34"/>
    <w:rsid w:val="00383A53"/>
    <w:rsid w:val="003877E1"/>
    <w:rsid w:val="00387E6D"/>
    <w:rsid w:val="00393433"/>
    <w:rsid w:val="003A0A5B"/>
    <w:rsid w:val="003A1176"/>
    <w:rsid w:val="003A6D87"/>
    <w:rsid w:val="003B0ED6"/>
    <w:rsid w:val="003B346E"/>
    <w:rsid w:val="003C0BAE"/>
    <w:rsid w:val="003C4FD1"/>
    <w:rsid w:val="003C7932"/>
    <w:rsid w:val="003D18A9"/>
    <w:rsid w:val="003D6CE2"/>
    <w:rsid w:val="003D7FC4"/>
    <w:rsid w:val="003E0E3E"/>
    <w:rsid w:val="003E10EC"/>
    <w:rsid w:val="003E17D6"/>
    <w:rsid w:val="003E190B"/>
    <w:rsid w:val="003E1941"/>
    <w:rsid w:val="003E255B"/>
    <w:rsid w:val="003E27F9"/>
    <w:rsid w:val="003E2FE6"/>
    <w:rsid w:val="003E49D5"/>
    <w:rsid w:val="003E4D52"/>
    <w:rsid w:val="003F1933"/>
    <w:rsid w:val="003F33AE"/>
    <w:rsid w:val="003F38C0"/>
    <w:rsid w:val="003F4612"/>
    <w:rsid w:val="003F71AE"/>
    <w:rsid w:val="00401295"/>
    <w:rsid w:val="0040173C"/>
    <w:rsid w:val="00414E3C"/>
    <w:rsid w:val="00421651"/>
    <w:rsid w:val="0042244A"/>
    <w:rsid w:val="0042745A"/>
    <w:rsid w:val="004276AA"/>
    <w:rsid w:val="00431D5C"/>
    <w:rsid w:val="004362C6"/>
    <w:rsid w:val="00437FA2"/>
    <w:rsid w:val="00445970"/>
    <w:rsid w:val="00446341"/>
    <w:rsid w:val="0045729E"/>
    <w:rsid w:val="00461EFC"/>
    <w:rsid w:val="00464197"/>
    <w:rsid w:val="004652C2"/>
    <w:rsid w:val="00467659"/>
    <w:rsid w:val="004706D1"/>
    <w:rsid w:val="00471326"/>
    <w:rsid w:val="0047598D"/>
    <w:rsid w:val="00480092"/>
    <w:rsid w:val="004840FD"/>
    <w:rsid w:val="00490F7D"/>
    <w:rsid w:val="00491678"/>
    <w:rsid w:val="004968E2"/>
    <w:rsid w:val="004A056A"/>
    <w:rsid w:val="004A3EEA"/>
    <w:rsid w:val="004A4D1F"/>
    <w:rsid w:val="004C4D26"/>
    <w:rsid w:val="004D099B"/>
    <w:rsid w:val="004D423A"/>
    <w:rsid w:val="004D5282"/>
    <w:rsid w:val="004F1551"/>
    <w:rsid w:val="004F1833"/>
    <w:rsid w:val="004F55A3"/>
    <w:rsid w:val="00503743"/>
    <w:rsid w:val="0050496F"/>
    <w:rsid w:val="0050664A"/>
    <w:rsid w:val="005102DF"/>
    <w:rsid w:val="00513B6F"/>
    <w:rsid w:val="00515CDF"/>
    <w:rsid w:val="00517C63"/>
    <w:rsid w:val="00522231"/>
    <w:rsid w:val="00526825"/>
    <w:rsid w:val="00526C94"/>
    <w:rsid w:val="00531879"/>
    <w:rsid w:val="00532077"/>
    <w:rsid w:val="0053614B"/>
    <w:rsid w:val="005363C4"/>
    <w:rsid w:val="00536BDE"/>
    <w:rsid w:val="00543ACC"/>
    <w:rsid w:val="005566D4"/>
    <w:rsid w:val="005604CB"/>
    <w:rsid w:val="0056696D"/>
    <w:rsid w:val="00573EF9"/>
    <w:rsid w:val="0059484D"/>
    <w:rsid w:val="005A0855"/>
    <w:rsid w:val="005A3196"/>
    <w:rsid w:val="005A716B"/>
    <w:rsid w:val="005C080F"/>
    <w:rsid w:val="005C55E5"/>
    <w:rsid w:val="005C696A"/>
    <w:rsid w:val="005D0681"/>
    <w:rsid w:val="005D08B8"/>
    <w:rsid w:val="005E6006"/>
    <w:rsid w:val="005E6E85"/>
    <w:rsid w:val="005F31D2"/>
    <w:rsid w:val="005F7329"/>
    <w:rsid w:val="00605B5B"/>
    <w:rsid w:val="00606A26"/>
    <w:rsid w:val="0061029B"/>
    <w:rsid w:val="00611DAE"/>
    <w:rsid w:val="00617230"/>
    <w:rsid w:val="00620D2F"/>
    <w:rsid w:val="00621CE1"/>
    <w:rsid w:val="00627FC9"/>
    <w:rsid w:val="00633356"/>
    <w:rsid w:val="0064133E"/>
    <w:rsid w:val="00643947"/>
    <w:rsid w:val="00647FA8"/>
    <w:rsid w:val="00650C5F"/>
    <w:rsid w:val="00654934"/>
    <w:rsid w:val="006620D9"/>
    <w:rsid w:val="00671958"/>
    <w:rsid w:val="00674CEB"/>
    <w:rsid w:val="00675843"/>
    <w:rsid w:val="00675FC0"/>
    <w:rsid w:val="00676A10"/>
    <w:rsid w:val="00685CCD"/>
    <w:rsid w:val="0068791D"/>
    <w:rsid w:val="00687AD0"/>
    <w:rsid w:val="00696477"/>
    <w:rsid w:val="006A02D5"/>
    <w:rsid w:val="006A2ABF"/>
    <w:rsid w:val="006A4353"/>
    <w:rsid w:val="006A435A"/>
    <w:rsid w:val="006A4952"/>
    <w:rsid w:val="006A58CC"/>
    <w:rsid w:val="006A678B"/>
    <w:rsid w:val="006B536E"/>
    <w:rsid w:val="006C05D2"/>
    <w:rsid w:val="006C1104"/>
    <w:rsid w:val="006D050F"/>
    <w:rsid w:val="006D6139"/>
    <w:rsid w:val="006E5280"/>
    <w:rsid w:val="006E5D65"/>
    <w:rsid w:val="006F1282"/>
    <w:rsid w:val="006F1FBC"/>
    <w:rsid w:val="006F31E2"/>
    <w:rsid w:val="006F7C41"/>
    <w:rsid w:val="00705D0C"/>
    <w:rsid w:val="00706544"/>
    <w:rsid w:val="00706E60"/>
    <w:rsid w:val="007072BA"/>
    <w:rsid w:val="00712EAE"/>
    <w:rsid w:val="00713F8D"/>
    <w:rsid w:val="0071620A"/>
    <w:rsid w:val="00716899"/>
    <w:rsid w:val="00724677"/>
    <w:rsid w:val="00725459"/>
    <w:rsid w:val="007302C5"/>
    <w:rsid w:val="00731A8B"/>
    <w:rsid w:val="007327BD"/>
    <w:rsid w:val="007330BC"/>
    <w:rsid w:val="00734608"/>
    <w:rsid w:val="00736494"/>
    <w:rsid w:val="00741A1D"/>
    <w:rsid w:val="00745302"/>
    <w:rsid w:val="007461D6"/>
    <w:rsid w:val="00746EC8"/>
    <w:rsid w:val="007548B3"/>
    <w:rsid w:val="00763048"/>
    <w:rsid w:val="00763BF1"/>
    <w:rsid w:val="00765FF7"/>
    <w:rsid w:val="00766FD4"/>
    <w:rsid w:val="0078168C"/>
    <w:rsid w:val="007849AE"/>
    <w:rsid w:val="00787C2A"/>
    <w:rsid w:val="00790E27"/>
    <w:rsid w:val="007916D1"/>
    <w:rsid w:val="007971CE"/>
    <w:rsid w:val="007A4022"/>
    <w:rsid w:val="007A5260"/>
    <w:rsid w:val="007A6E6E"/>
    <w:rsid w:val="007B4675"/>
    <w:rsid w:val="007B5075"/>
    <w:rsid w:val="007B5EF1"/>
    <w:rsid w:val="007C3299"/>
    <w:rsid w:val="007C3BCC"/>
    <w:rsid w:val="007C4546"/>
    <w:rsid w:val="007D6DA0"/>
    <w:rsid w:val="007D6E56"/>
    <w:rsid w:val="007D73F7"/>
    <w:rsid w:val="007E7529"/>
    <w:rsid w:val="007E7B58"/>
    <w:rsid w:val="007F1652"/>
    <w:rsid w:val="007F2522"/>
    <w:rsid w:val="007F4155"/>
    <w:rsid w:val="00802DCF"/>
    <w:rsid w:val="0081554D"/>
    <w:rsid w:val="0081707E"/>
    <w:rsid w:val="0082342C"/>
    <w:rsid w:val="00823718"/>
    <w:rsid w:val="008372F8"/>
    <w:rsid w:val="00841E73"/>
    <w:rsid w:val="00842370"/>
    <w:rsid w:val="008449B3"/>
    <w:rsid w:val="0085747A"/>
    <w:rsid w:val="008628DB"/>
    <w:rsid w:val="00875C93"/>
    <w:rsid w:val="00884922"/>
    <w:rsid w:val="00884978"/>
    <w:rsid w:val="00885F64"/>
    <w:rsid w:val="00886B17"/>
    <w:rsid w:val="008917F9"/>
    <w:rsid w:val="008927D9"/>
    <w:rsid w:val="008A2C3C"/>
    <w:rsid w:val="008A315F"/>
    <w:rsid w:val="008A3538"/>
    <w:rsid w:val="008A45F7"/>
    <w:rsid w:val="008B1A20"/>
    <w:rsid w:val="008C0CC0"/>
    <w:rsid w:val="008C19A9"/>
    <w:rsid w:val="008C21AB"/>
    <w:rsid w:val="008C2CDB"/>
    <w:rsid w:val="008C379D"/>
    <w:rsid w:val="008C5147"/>
    <w:rsid w:val="008C5359"/>
    <w:rsid w:val="008C5363"/>
    <w:rsid w:val="008C5CBF"/>
    <w:rsid w:val="008D3DFB"/>
    <w:rsid w:val="008D3E28"/>
    <w:rsid w:val="008D4F42"/>
    <w:rsid w:val="008E0BAF"/>
    <w:rsid w:val="008E64F4"/>
    <w:rsid w:val="008E698A"/>
    <w:rsid w:val="008F03B0"/>
    <w:rsid w:val="008F0563"/>
    <w:rsid w:val="008F12C9"/>
    <w:rsid w:val="008F42AA"/>
    <w:rsid w:val="008F6E29"/>
    <w:rsid w:val="008F70AB"/>
    <w:rsid w:val="00901B6E"/>
    <w:rsid w:val="00916188"/>
    <w:rsid w:val="009200BD"/>
    <w:rsid w:val="00923D7D"/>
    <w:rsid w:val="00925F47"/>
    <w:rsid w:val="00931506"/>
    <w:rsid w:val="0093500B"/>
    <w:rsid w:val="00936F23"/>
    <w:rsid w:val="00947ABB"/>
    <w:rsid w:val="009508DF"/>
    <w:rsid w:val="00950DAC"/>
    <w:rsid w:val="0095391C"/>
    <w:rsid w:val="00954A07"/>
    <w:rsid w:val="00960011"/>
    <w:rsid w:val="00964650"/>
    <w:rsid w:val="00965A7C"/>
    <w:rsid w:val="00973D73"/>
    <w:rsid w:val="00974916"/>
    <w:rsid w:val="00984AD8"/>
    <w:rsid w:val="00987613"/>
    <w:rsid w:val="00997F14"/>
    <w:rsid w:val="009A78D9"/>
    <w:rsid w:val="009B53BB"/>
    <w:rsid w:val="009B5CC9"/>
    <w:rsid w:val="009C1331"/>
    <w:rsid w:val="009C319A"/>
    <w:rsid w:val="009C3E31"/>
    <w:rsid w:val="009C54AE"/>
    <w:rsid w:val="009C788E"/>
    <w:rsid w:val="009D7144"/>
    <w:rsid w:val="009E1ADA"/>
    <w:rsid w:val="009E2129"/>
    <w:rsid w:val="009E3B41"/>
    <w:rsid w:val="009E4ECB"/>
    <w:rsid w:val="009F2DCC"/>
    <w:rsid w:val="009F3C5C"/>
    <w:rsid w:val="009F4610"/>
    <w:rsid w:val="009F49E8"/>
    <w:rsid w:val="00A00ECC"/>
    <w:rsid w:val="00A0489D"/>
    <w:rsid w:val="00A155EE"/>
    <w:rsid w:val="00A16F14"/>
    <w:rsid w:val="00A2245B"/>
    <w:rsid w:val="00A30110"/>
    <w:rsid w:val="00A3077B"/>
    <w:rsid w:val="00A33471"/>
    <w:rsid w:val="00A365AF"/>
    <w:rsid w:val="00A36899"/>
    <w:rsid w:val="00A371F6"/>
    <w:rsid w:val="00A40FA4"/>
    <w:rsid w:val="00A43BF6"/>
    <w:rsid w:val="00A53FA5"/>
    <w:rsid w:val="00A54817"/>
    <w:rsid w:val="00A601C8"/>
    <w:rsid w:val="00A60799"/>
    <w:rsid w:val="00A67D34"/>
    <w:rsid w:val="00A81447"/>
    <w:rsid w:val="00A84C85"/>
    <w:rsid w:val="00A878EC"/>
    <w:rsid w:val="00A903AB"/>
    <w:rsid w:val="00A91194"/>
    <w:rsid w:val="00A9279A"/>
    <w:rsid w:val="00A97DE1"/>
    <w:rsid w:val="00AA32F2"/>
    <w:rsid w:val="00AA35EA"/>
    <w:rsid w:val="00AA4CED"/>
    <w:rsid w:val="00AA68C5"/>
    <w:rsid w:val="00AB053C"/>
    <w:rsid w:val="00AD1146"/>
    <w:rsid w:val="00AD27D3"/>
    <w:rsid w:val="00AD66D6"/>
    <w:rsid w:val="00AE1160"/>
    <w:rsid w:val="00AE203C"/>
    <w:rsid w:val="00AE2E74"/>
    <w:rsid w:val="00AE5FCB"/>
    <w:rsid w:val="00AE7619"/>
    <w:rsid w:val="00AF2AF1"/>
    <w:rsid w:val="00AF2C1E"/>
    <w:rsid w:val="00AF63A5"/>
    <w:rsid w:val="00B0496C"/>
    <w:rsid w:val="00B06142"/>
    <w:rsid w:val="00B11199"/>
    <w:rsid w:val="00B135B1"/>
    <w:rsid w:val="00B142CA"/>
    <w:rsid w:val="00B147DF"/>
    <w:rsid w:val="00B3130B"/>
    <w:rsid w:val="00B32313"/>
    <w:rsid w:val="00B346E4"/>
    <w:rsid w:val="00B36299"/>
    <w:rsid w:val="00B40ADB"/>
    <w:rsid w:val="00B43B77"/>
    <w:rsid w:val="00B43E80"/>
    <w:rsid w:val="00B4688A"/>
    <w:rsid w:val="00B5154E"/>
    <w:rsid w:val="00B56E1F"/>
    <w:rsid w:val="00B57753"/>
    <w:rsid w:val="00B607DB"/>
    <w:rsid w:val="00B66529"/>
    <w:rsid w:val="00B71B22"/>
    <w:rsid w:val="00B725C0"/>
    <w:rsid w:val="00B75946"/>
    <w:rsid w:val="00B8056E"/>
    <w:rsid w:val="00B819C8"/>
    <w:rsid w:val="00B81C2A"/>
    <w:rsid w:val="00B82308"/>
    <w:rsid w:val="00B90885"/>
    <w:rsid w:val="00B926FB"/>
    <w:rsid w:val="00BA08E2"/>
    <w:rsid w:val="00BB520A"/>
    <w:rsid w:val="00BB77C5"/>
    <w:rsid w:val="00BC7087"/>
    <w:rsid w:val="00BD0030"/>
    <w:rsid w:val="00BD3869"/>
    <w:rsid w:val="00BD66E9"/>
    <w:rsid w:val="00BD6FF4"/>
    <w:rsid w:val="00BD7CC1"/>
    <w:rsid w:val="00BF2C41"/>
    <w:rsid w:val="00BF73EB"/>
    <w:rsid w:val="00C058B4"/>
    <w:rsid w:val="00C05F44"/>
    <w:rsid w:val="00C100BB"/>
    <w:rsid w:val="00C105F8"/>
    <w:rsid w:val="00C131B5"/>
    <w:rsid w:val="00C16ABF"/>
    <w:rsid w:val="00C170AE"/>
    <w:rsid w:val="00C21B3D"/>
    <w:rsid w:val="00C23915"/>
    <w:rsid w:val="00C26CB7"/>
    <w:rsid w:val="00C30402"/>
    <w:rsid w:val="00C324C1"/>
    <w:rsid w:val="00C353C1"/>
    <w:rsid w:val="00C36992"/>
    <w:rsid w:val="00C376FA"/>
    <w:rsid w:val="00C408A6"/>
    <w:rsid w:val="00C56036"/>
    <w:rsid w:val="00C61DC5"/>
    <w:rsid w:val="00C67E92"/>
    <w:rsid w:val="00C70A26"/>
    <w:rsid w:val="00C766DF"/>
    <w:rsid w:val="00C926CA"/>
    <w:rsid w:val="00C93111"/>
    <w:rsid w:val="00C94B98"/>
    <w:rsid w:val="00CA2B96"/>
    <w:rsid w:val="00CA5089"/>
    <w:rsid w:val="00CA5962"/>
    <w:rsid w:val="00CB08F8"/>
    <w:rsid w:val="00CB2541"/>
    <w:rsid w:val="00CB42CB"/>
    <w:rsid w:val="00CD43B8"/>
    <w:rsid w:val="00CD6897"/>
    <w:rsid w:val="00CE5BAC"/>
    <w:rsid w:val="00CF1AB3"/>
    <w:rsid w:val="00CF25BE"/>
    <w:rsid w:val="00CF78ED"/>
    <w:rsid w:val="00CF7A3F"/>
    <w:rsid w:val="00D02B25"/>
    <w:rsid w:val="00D02EBA"/>
    <w:rsid w:val="00D043D4"/>
    <w:rsid w:val="00D04E97"/>
    <w:rsid w:val="00D05370"/>
    <w:rsid w:val="00D11107"/>
    <w:rsid w:val="00D1796A"/>
    <w:rsid w:val="00D17AC2"/>
    <w:rsid w:val="00D17C3C"/>
    <w:rsid w:val="00D26B2C"/>
    <w:rsid w:val="00D319BC"/>
    <w:rsid w:val="00D31EE0"/>
    <w:rsid w:val="00D3212A"/>
    <w:rsid w:val="00D34983"/>
    <w:rsid w:val="00D34C89"/>
    <w:rsid w:val="00D34EAF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6F64"/>
    <w:rsid w:val="00D90F18"/>
    <w:rsid w:val="00DA01C7"/>
    <w:rsid w:val="00DA2114"/>
    <w:rsid w:val="00DA323B"/>
    <w:rsid w:val="00DA71DB"/>
    <w:rsid w:val="00DB2E2C"/>
    <w:rsid w:val="00DB7983"/>
    <w:rsid w:val="00DC3C6F"/>
    <w:rsid w:val="00DC43F4"/>
    <w:rsid w:val="00DE03FB"/>
    <w:rsid w:val="00DE09C0"/>
    <w:rsid w:val="00DE4A14"/>
    <w:rsid w:val="00DE61BB"/>
    <w:rsid w:val="00DF320D"/>
    <w:rsid w:val="00DF71C8"/>
    <w:rsid w:val="00E0287C"/>
    <w:rsid w:val="00E036AB"/>
    <w:rsid w:val="00E0536B"/>
    <w:rsid w:val="00E121F2"/>
    <w:rsid w:val="00E129B8"/>
    <w:rsid w:val="00E13DD3"/>
    <w:rsid w:val="00E21E7D"/>
    <w:rsid w:val="00E22FBC"/>
    <w:rsid w:val="00E24BF5"/>
    <w:rsid w:val="00E25338"/>
    <w:rsid w:val="00E43B85"/>
    <w:rsid w:val="00E51E44"/>
    <w:rsid w:val="00E5640D"/>
    <w:rsid w:val="00E63348"/>
    <w:rsid w:val="00E77E88"/>
    <w:rsid w:val="00E8107D"/>
    <w:rsid w:val="00E93383"/>
    <w:rsid w:val="00E960BB"/>
    <w:rsid w:val="00EA2074"/>
    <w:rsid w:val="00EA3C51"/>
    <w:rsid w:val="00EA4832"/>
    <w:rsid w:val="00EA4E9D"/>
    <w:rsid w:val="00EB1BDF"/>
    <w:rsid w:val="00EB4D18"/>
    <w:rsid w:val="00EC1A2D"/>
    <w:rsid w:val="00EC4899"/>
    <w:rsid w:val="00EC6527"/>
    <w:rsid w:val="00ED03AB"/>
    <w:rsid w:val="00ED32D2"/>
    <w:rsid w:val="00ED462A"/>
    <w:rsid w:val="00EE32DE"/>
    <w:rsid w:val="00EE5457"/>
    <w:rsid w:val="00F02C65"/>
    <w:rsid w:val="00F02DD1"/>
    <w:rsid w:val="00F070AB"/>
    <w:rsid w:val="00F17567"/>
    <w:rsid w:val="00F24038"/>
    <w:rsid w:val="00F27A7B"/>
    <w:rsid w:val="00F3282A"/>
    <w:rsid w:val="00F357CD"/>
    <w:rsid w:val="00F47417"/>
    <w:rsid w:val="00F526AF"/>
    <w:rsid w:val="00F52931"/>
    <w:rsid w:val="00F617C3"/>
    <w:rsid w:val="00F61BA1"/>
    <w:rsid w:val="00F7066B"/>
    <w:rsid w:val="00F757AE"/>
    <w:rsid w:val="00F76F00"/>
    <w:rsid w:val="00F83B28"/>
    <w:rsid w:val="00F869C1"/>
    <w:rsid w:val="00F96E8F"/>
    <w:rsid w:val="00FA0896"/>
    <w:rsid w:val="00FA46E5"/>
    <w:rsid w:val="00FA4B35"/>
    <w:rsid w:val="00FB7DBA"/>
    <w:rsid w:val="00FC1C25"/>
    <w:rsid w:val="00FC3F45"/>
    <w:rsid w:val="00FC5096"/>
    <w:rsid w:val="00FD1952"/>
    <w:rsid w:val="00FD503F"/>
    <w:rsid w:val="00FD7589"/>
    <w:rsid w:val="00FE0932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3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3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3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B7E718-7AC0-41EF-A6BA-AA0B78FDA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442076-D63E-474E-A3E6-CA4E535610EB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3.xml><?xml version="1.0" encoding="utf-8"?>
<ds:datastoreItem xmlns:ds="http://schemas.openxmlformats.org/officeDocument/2006/customXml" ds:itemID="{E8D4AE83-5CEC-4E28-92BA-CB958B846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7E893A-D163-4A86-BC2C-3BAA63AF03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1462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2019-12-09T10:29:00Z</cp:lastPrinted>
  <dcterms:created xsi:type="dcterms:W3CDTF">2024-04-24T15:50:00Z</dcterms:created>
  <dcterms:modified xsi:type="dcterms:W3CDTF">2024-04-24T22:29:00Z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